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96" w:rsidRPr="003B648E" w:rsidRDefault="00B85396" w:rsidP="00C27E26">
      <w:pPr>
        <w:ind w:firstLine="709"/>
        <w:jc w:val="center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9 КЛАСС </w:t>
      </w:r>
    </w:p>
    <w:p w:rsidR="00B85396" w:rsidRPr="003B648E" w:rsidRDefault="00B85396" w:rsidP="00C27E26">
      <w:pPr>
        <w:ind w:firstLine="709"/>
        <w:jc w:val="center"/>
        <w:rPr>
          <w:b/>
          <w:bCs/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1.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Поставьте ударения в словах.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i/>
          <w:iCs/>
          <w:sz w:val="28"/>
          <w:szCs w:val="28"/>
        </w:rPr>
      </w:pPr>
      <w:r w:rsidRPr="003B648E">
        <w:rPr>
          <w:i/>
          <w:iCs/>
          <w:sz w:val="28"/>
          <w:szCs w:val="28"/>
        </w:rPr>
        <w:t xml:space="preserve">Крепостей </w:t>
      </w:r>
      <w:r w:rsidRPr="003B648E">
        <w:rPr>
          <w:sz w:val="28"/>
          <w:szCs w:val="28"/>
        </w:rPr>
        <w:t xml:space="preserve">(род. п., мн. ч. от </w:t>
      </w:r>
      <w:r w:rsidRPr="003B648E">
        <w:rPr>
          <w:i/>
          <w:iCs/>
          <w:sz w:val="28"/>
          <w:szCs w:val="28"/>
        </w:rPr>
        <w:t>крепость</w:t>
      </w:r>
      <w:r w:rsidRPr="003B648E">
        <w:rPr>
          <w:sz w:val="28"/>
          <w:szCs w:val="28"/>
        </w:rPr>
        <w:t xml:space="preserve">), </w:t>
      </w:r>
      <w:r w:rsidRPr="003B648E">
        <w:rPr>
          <w:i/>
          <w:iCs/>
          <w:sz w:val="28"/>
          <w:szCs w:val="28"/>
        </w:rPr>
        <w:t xml:space="preserve">нефтепровод, газированный, согнутый, украинский, углубить, щавель, юродивый, христианин, экскурс.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2.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Какие звуки может обозначать буква </w:t>
      </w:r>
      <w:r w:rsidRPr="003B648E">
        <w:rPr>
          <w:b/>
          <w:bCs/>
          <w:i/>
          <w:iCs/>
          <w:sz w:val="28"/>
          <w:szCs w:val="28"/>
        </w:rPr>
        <w:t>с</w:t>
      </w:r>
      <w:r w:rsidRPr="003B648E">
        <w:rPr>
          <w:sz w:val="28"/>
          <w:szCs w:val="28"/>
        </w:rPr>
        <w:t xml:space="preserve">? Приведите примеры.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3. </w:t>
      </w:r>
    </w:p>
    <w:p w:rsidR="00B85396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Укажите значение выделенных слов. </w:t>
      </w:r>
      <w:r>
        <w:rPr>
          <w:sz w:val="28"/>
          <w:szCs w:val="28"/>
        </w:rPr>
        <w:t>Определите, к какой части речи они относятся.</w:t>
      </w:r>
    </w:p>
    <w:p w:rsidR="00B85396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1. Нет! никогда я зависти не знал. О, никогда! — </w:t>
      </w:r>
      <w:r w:rsidRPr="003B648E">
        <w:rPr>
          <w:b/>
          <w:bCs/>
          <w:i/>
          <w:iCs/>
          <w:sz w:val="28"/>
          <w:szCs w:val="28"/>
        </w:rPr>
        <w:t>нижé</w:t>
      </w:r>
      <w:r w:rsidRPr="003B648E">
        <w:rPr>
          <w:sz w:val="28"/>
          <w:szCs w:val="28"/>
        </w:rPr>
        <w:t xml:space="preserve">, когда Пиччини Пленить умел слух диких парижан (А. Пушкин. Моцарт и Сальери).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2. — Ведь я ей несколько сродни; По крайней мере </w:t>
      </w:r>
      <w:r w:rsidRPr="003B648E">
        <w:rPr>
          <w:b/>
          <w:bCs/>
          <w:i/>
          <w:iCs/>
          <w:sz w:val="28"/>
          <w:szCs w:val="28"/>
        </w:rPr>
        <w:t xml:space="preserve">исконú </w:t>
      </w:r>
      <w:r w:rsidRPr="003B648E">
        <w:rPr>
          <w:sz w:val="28"/>
          <w:szCs w:val="28"/>
        </w:rPr>
        <w:t xml:space="preserve">Отцом недаром называли (А. Грибоедов. Горе от ума).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3. — Вижу — </w:t>
      </w:r>
      <w:r w:rsidRPr="003B648E">
        <w:rPr>
          <w:b/>
          <w:bCs/>
          <w:i/>
          <w:iCs/>
          <w:sz w:val="28"/>
          <w:szCs w:val="28"/>
        </w:rPr>
        <w:t xml:space="preserve">зелó </w:t>
      </w:r>
      <w:r w:rsidRPr="003B648E">
        <w:rPr>
          <w:sz w:val="28"/>
          <w:szCs w:val="28"/>
        </w:rPr>
        <w:t xml:space="preserve">одолевает нас Ивашко Хмельницкий, не было бы конфузии (А.Н. Толстой. Петр Первый).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4. И я от тех же зол и бед Бежал, навек простясь с богемой, </w:t>
      </w:r>
      <w:r w:rsidRPr="003B648E">
        <w:rPr>
          <w:b/>
          <w:bCs/>
          <w:i/>
          <w:iCs/>
          <w:sz w:val="28"/>
          <w:szCs w:val="28"/>
        </w:rPr>
        <w:t>Занé</w:t>
      </w:r>
      <w:r w:rsidRPr="003B648E">
        <w:rPr>
          <w:sz w:val="28"/>
          <w:szCs w:val="28"/>
        </w:rPr>
        <w:t xml:space="preserve">  созрел во мне поэт С большой эпическою темой (С. Есенин. На Кавказе).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5. — Вели учинить указ: чухон, выбрав лучших, которые умеют топором, </w:t>
      </w:r>
      <w:r w:rsidRPr="003B648E">
        <w:rPr>
          <w:b/>
          <w:bCs/>
          <w:i/>
          <w:iCs/>
          <w:sz w:val="28"/>
          <w:szCs w:val="28"/>
        </w:rPr>
        <w:t xml:space="preserve">óвые </w:t>
      </w:r>
      <w:r w:rsidRPr="003B648E">
        <w:rPr>
          <w:sz w:val="28"/>
          <w:szCs w:val="28"/>
        </w:rPr>
        <w:t xml:space="preserve">которые художники, — отослать в Воронеж или в Азов для дела (А.Н. Толстой. Петр Первый).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4.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Определите значение и происхождение фразеологизма «битый час».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5.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Прочитайте приведённые ниже заголовки статей. Объясните общий принцип их создания и восстановите оригинал, легший в основу заголовка. 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1.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«Молочные» реки. Как выбрать в магазине натуральный и вкусный продукт» ((Аргументы и факты, № 39, 2012 г.).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2.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«Спалённая пожаром». Как французы наводили порядок в Белокаменной» (Аргументы и факты, № 39, 2012 г.).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3.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«Залезть в бутылку: развенчан миф о водке» (Аргументы и факты, № 39, 2012 г.)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6.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Определите тип лингвистического словаря, из которого извлечена каждая из приведённых ниже словарных статей: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1.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b/>
          <w:bCs/>
          <w:sz w:val="28"/>
          <w:szCs w:val="28"/>
        </w:rPr>
        <w:t>ЗАПАСТ</w:t>
      </w:r>
      <w:r w:rsidRPr="003B648E">
        <w:rPr>
          <w:rFonts w:ascii="Tahoma" w:hAnsi="Tahoma" w:cs="Tahoma"/>
          <w:b/>
          <w:bCs/>
          <w:sz w:val="28"/>
          <w:szCs w:val="28"/>
        </w:rPr>
        <w:t>Ѝ</w:t>
      </w:r>
      <w:r w:rsidRPr="003B648E">
        <w:rPr>
          <w:sz w:val="28"/>
          <w:szCs w:val="28"/>
        </w:rPr>
        <w:t xml:space="preserve">. Общеслав. Преф. производное от </w:t>
      </w:r>
      <w:r w:rsidRPr="003B648E">
        <w:rPr>
          <w:i/>
          <w:iCs/>
          <w:sz w:val="28"/>
          <w:szCs w:val="28"/>
        </w:rPr>
        <w:t>пасти</w:t>
      </w:r>
      <w:r w:rsidRPr="003B648E">
        <w:rPr>
          <w:sz w:val="28"/>
          <w:szCs w:val="28"/>
        </w:rPr>
        <w:t xml:space="preserve"> «беречь, хранить», вероятно, того же корня, что и </w:t>
      </w:r>
      <w:r w:rsidRPr="003B648E">
        <w:rPr>
          <w:i/>
          <w:iCs/>
          <w:sz w:val="28"/>
          <w:szCs w:val="28"/>
        </w:rPr>
        <w:t xml:space="preserve">питать </w:t>
      </w:r>
      <w:r w:rsidRPr="003B648E">
        <w:rPr>
          <w:sz w:val="28"/>
          <w:szCs w:val="28"/>
        </w:rPr>
        <w:t xml:space="preserve">(см.). См. </w:t>
      </w:r>
      <w:r w:rsidRPr="003B648E">
        <w:rPr>
          <w:i/>
          <w:iCs/>
          <w:sz w:val="28"/>
          <w:szCs w:val="28"/>
        </w:rPr>
        <w:t xml:space="preserve">пасти.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2.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b/>
          <w:bCs/>
          <w:sz w:val="28"/>
          <w:szCs w:val="28"/>
        </w:rPr>
        <w:t>ЗАПАСТ</w:t>
      </w:r>
      <w:r w:rsidRPr="003B648E">
        <w:rPr>
          <w:rFonts w:ascii="Tahoma" w:hAnsi="Tahoma" w:cs="Tahoma"/>
          <w:b/>
          <w:bCs/>
          <w:sz w:val="28"/>
          <w:szCs w:val="28"/>
        </w:rPr>
        <w:t>Ѝ</w:t>
      </w:r>
      <w:r w:rsidRPr="003B648E">
        <w:rPr>
          <w:sz w:val="28"/>
          <w:szCs w:val="28"/>
        </w:rPr>
        <w:t xml:space="preserve">, -сý, -сёт, </w:t>
      </w:r>
      <w:r w:rsidRPr="003B648E">
        <w:rPr>
          <w:i/>
          <w:iCs/>
          <w:sz w:val="28"/>
          <w:szCs w:val="28"/>
        </w:rPr>
        <w:t xml:space="preserve">прош. </w:t>
      </w:r>
      <w:r w:rsidRPr="003B648E">
        <w:rPr>
          <w:sz w:val="28"/>
          <w:szCs w:val="28"/>
        </w:rPr>
        <w:t xml:space="preserve">–пáс, -паслá, </w:t>
      </w:r>
      <w:r w:rsidRPr="003B648E">
        <w:rPr>
          <w:i/>
          <w:iCs/>
          <w:sz w:val="28"/>
          <w:szCs w:val="28"/>
        </w:rPr>
        <w:t xml:space="preserve">прич. действ. прош. </w:t>
      </w:r>
      <w:r w:rsidRPr="003B648E">
        <w:rPr>
          <w:sz w:val="28"/>
          <w:szCs w:val="28"/>
        </w:rPr>
        <w:t xml:space="preserve">запáсший, </w:t>
      </w:r>
      <w:r w:rsidRPr="003B648E">
        <w:rPr>
          <w:i/>
          <w:iCs/>
          <w:sz w:val="28"/>
          <w:szCs w:val="28"/>
        </w:rPr>
        <w:t xml:space="preserve">прич. страд. прош. </w:t>
      </w:r>
      <w:r w:rsidRPr="003B648E">
        <w:rPr>
          <w:sz w:val="28"/>
          <w:szCs w:val="28"/>
        </w:rPr>
        <w:t xml:space="preserve">запасённый, -ён, -енá, </w:t>
      </w:r>
      <w:r w:rsidRPr="003B648E">
        <w:rPr>
          <w:i/>
          <w:iCs/>
          <w:sz w:val="28"/>
          <w:szCs w:val="28"/>
        </w:rPr>
        <w:t xml:space="preserve">деепр. </w:t>
      </w:r>
      <w:r w:rsidRPr="003B648E">
        <w:rPr>
          <w:sz w:val="28"/>
          <w:szCs w:val="28"/>
        </w:rPr>
        <w:t>запáсши ◊ запасти [с</w:t>
      </w:r>
      <w:r w:rsidRPr="003B648E">
        <w:rPr>
          <w:sz w:val="28"/>
          <w:szCs w:val="28"/>
          <w:vertAlign w:val="superscript"/>
        </w:rPr>
        <w:t>ь</w:t>
      </w:r>
      <w:r w:rsidRPr="003B648E">
        <w:rPr>
          <w:sz w:val="28"/>
          <w:szCs w:val="28"/>
        </w:rPr>
        <w:t>т</w:t>
      </w:r>
      <w:r w:rsidRPr="003B648E">
        <w:rPr>
          <w:sz w:val="28"/>
          <w:szCs w:val="28"/>
          <w:vertAlign w:val="superscript"/>
        </w:rPr>
        <w:t>ь</w:t>
      </w:r>
      <w:r w:rsidRPr="003B648E">
        <w:rPr>
          <w:sz w:val="28"/>
          <w:szCs w:val="28"/>
        </w:rPr>
        <w:t>], запасли [доп. с</w:t>
      </w:r>
      <w:r w:rsidRPr="003B648E">
        <w:rPr>
          <w:sz w:val="28"/>
          <w:szCs w:val="28"/>
          <w:vertAlign w:val="superscript"/>
        </w:rPr>
        <w:t>ь</w:t>
      </w:r>
      <w:r w:rsidRPr="003B648E">
        <w:rPr>
          <w:sz w:val="28"/>
          <w:szCs w:val="28"/>
        </w:rPr>
        <w:t>л</w:t>
      </w:r>
      <w:r w:rsidRPr="003B648E">
        <w:rPr>
          <w:sz w:val="28"/>
          <w:szCs w:val="28"/>
          <w:vertAlign w:val="superscript"/>
        </w:rPr>
        <w:t>ь</w:t>
      </w:r>
      <w:r w:rsidRPr="003B648E">
        <w:rPr>
          <w:sz w:val="28"/>
          <w:szCs w:val="28"/>
        </w:rPr>
        <w:t xml:space="preserve">].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3. </w:t>
      </w:r>
    </w:p>
    <w:p w:rsidR="00B85396" w:rsidRPr="003B648E" w:rsidRDefault="00B85396" w:rsidP="00C27E26">
      <w:pPr>
        <w:ind w:firstLine="709"/>
        <w:jc w:val="both"/>
        <w:rPr>
          <w:i/>
          <w:iCs/>
          <w:sz w:val="28"/>
          <w:szCs w:val="28"/>
        </w:rPr>
      </w:pPr>
      <w:r w:rsidRPr="003B648E">
        <w:rPr>
          <w:b/>
          <w:bCs/>
          <w:sz w:val="28"/>
          <w:szCs w:val="28"/>
        </w:rPr>
        <w:t>ЗАПАСТ</w:t>
      </w:r>
      <w:r w:rsidRPr="003B648E">
        <w:rPr>
          <w:rFonts w:ascii="Tahoma" w:hAnsi="Tahoma" w:cs="Tahoma"/>
          <w:b/>
          <w:bCs/>
          <w:sz w:val="28"/>
          <w:szCs w:val="28"/>
        </w:rPr>
        <w:t>Ѝ</w:t>
      </w:r>
      <w:r w:rsidRPr="003B648E">
        <w:rPr>
          <w:sz w:val="28"/>
          <w:szCs w:val="28"/>
        </w:rPr>
        <w:t xml:space="preserve">, -сý, -сёшь; áс, -аслá; -сённый (-ён, -енá); </w:t>
      </w:r>
      <w:r w:rsidRPr="003B648E">
        <w:rPr>
          <w:i/>
          <w:iCs/>
          <w:sz w:val="28"/>
          <w:szCs w:val="28"/>
        </w:rPr>
        <w:t xml:space="preserve">сов., что </w:t>
      </w:r>
      <w:r w:rsidRPr="003B648E">
        <w:rPr>
          <w:sz w:val="28"/>
          <w:szCs w:val="28"/>
        </w:rPr>
        <w:t xml:space="preserve">и </w:t>
      </w:r>
      <w:r w:rsidRPr="003B648E">
        <w:rPr>
          <w:i/>
          <w:iCs/>
          <w:sz w:val="28"/>
          <w:szCs w:val="28"/>
        </w:rPr>
        <w:t xml:space="preserve">чего. </w:t>
      </w:r>
      <w:r w:rsidRPr="003B648E">
        <w:rPr>
          <w:sz w:val="28"/>
          <w:szCs w:val="28"/>
        </w:rPr>
        <w:t xml:space="preserve">Заготовить впрок. </w:t>
      </w:r>
      <w:r w:rsidRPr="003B648E">
        <w:rPr>
          <w:i/>
          <w:iCs/>
          <w:sz w:val="28"/>
          <w:szCs w:val="28"/>
        </w:rPr>
        <w:t xml:space="preserve">З. дрова </w:t>
      </w:r>
      <w:r w:rsidRPr="003B648E">
        <w:rPr>
          <w:sz w:val="28"/>
          <w:szCs w:val="28"/>
        </w:rPr>
        <w:t xml:space="preserve">или </w:t>
      </w:r>
      <w:r w:rsidRPr="003B648E">
        <w:rPr>
          <w:i/>
          <w:iCs/>
          <w:sz w:val="28"/>
          <w:szCs w:val="28"/>
        </w:rPr>
        <w:t xml:space="preserve">дров на зиму. </w:t>
      </w:r>
      <w:r w:rsidRPr="003B648E">
        <w:rPr>
          <w:rFonts w:ascii="Lucida Sans Unicode" w:hAnsi="Lucida Sans Unicode" w:cs="Lucida Sans Unicode"/>
          <w:sz w:val="28"/>
          <w:szCs w:val="28"/>
        </w:rPr>
        <w:t>ǁ</w:t>
      </w:r>
      <w:r w:rsidRPr="003B648E">
        <w:rPr>
          <w:sz w:val="28"/>
          <w:szCs w:val="28"/>
        </w:rPr>
        <w:t xml:space="preserve"> </w:t>
      </w:r>
      <w:r w:rsidRPr="003B648E">
        <w:rPr>
          <w:i/>
          <w:iCs/>
          <w:sz w:val="28"/>
          <w:szCs w:val="28"/>
        </w:rPr>
        <w:t xml:space="preserve">несов. </w:t>
      </w:r>
      <w:r w:rsidRPr="003B648E">
        <w:rPr>
          <w:b/>
          <w:bCs/>
          <w:sz w:val="28"/>
          <w:szCs w:val="28"/>
        </w:rPr>
        <w:t>запасáть</w:t>
      </w:r>
      <w:r w:rsidRPr="003B648E">
        <w:rPr>
          <w:sz w:val="28"/>
          <w:szCs w:val="28"/>
        </w:rPr>
        <w:t xml:space="preserve">, -áю, áешь. </w:t>
      </w:r>
    </w:p>
    <w:p w:rsidR="00B85396" w:rsidRPr="003B648E" w:rsidRDefault="00B85396" w:rsidP="00C27E26">
      <w:pPr>
        <w:ind w:firstLine="709"/>
        <w:jc w:val="both"/>
        <w:rPr>
          <w:i/>
          <w:iCs/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i/>
          <w:iCs/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7.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Приведённые ниже слова объедините в словообразовательные цепочки или составьте одно словообразовательное гнездо.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i/>
          <w:iCs/>
          <w:sz w:val="28"/>
          <w:szCs w:val="28"/>
        </w:rPr>
      </w:pPr>
      <w:r w:rsidRPr="003B648E">
        <w:rPr>
          <w:i/>
          <w:iCs/>
          <w:sz w:val="28"/>
          <w:szCs w:val="28"/>
        </w:rPr>
        <w:t xml:space="preserve">Вечеркóм, вечерний, вечер, вечереть, вечеринка, вечерочек, вечерок, по-вечернему, повечереть, предвечерний.  </w:t>
      </w:r>
    </w:p>
    <w:p w:rsidR="00B85396" w:rsidRPr="003B648E" w:rsidRDefault="00B85396" w:rsidP="00C27E26">
      <w:pPr>
        <w:ind w:firstLine="709"/>
        <w:jc w:val="both"/>
        <w:rPr>
          <w:i/>
          <w:iCs/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i/>
          <w:iCs/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8.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Просклоняйте слова </w:t>
      </w:r>
      <w:r w:rsidRPr="003B648E">
        <w:rPr>
          <w:i/>
          <w:iCs/>
          <w:sz w:val="28"/>
          <w:szCs w:val="28"/>
        </w:rPr>
        <w:t>дит</w:t>
      </w:r>
      <w:r w:rsidRPr="003B648E">
        <w:rPr>
          <w:b/>
          <w:bCs/>
          <w:i/>
          <w:iCs/>
          <w:sz w:val="28"/>
          <w:szCs w:val="28"/>
        </w:rPr>
        <w:t>я</w:t>
      </w:r>
      <w:r w:rsidRPr="003B648E">
        <w:rPr>
          <w:i/>
          <w:iCs/>
          <w:sz w:val="28"/>
          <w:szCs w:val="28"/>
        </w:rPr>
        <w:t xml:space="preserve"> </w:t>
      </w:r>
      <w:r w:rsidRPr="003B648E">
        <w:rPr>
          <w:sz w:val="28"/>
          <w:szCs w:val="28"/>
        </w:rPr>
        <w:t xml:space="preserve">в единственном числе.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tbl>
      <w:tblPr>
        <w:tblW w:w="5625" w:type="dxa"/>
        <w:tblCellSpacing w:w="0" w:type="dxa"/>
        <w:tblInd w:w="-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00"/>
        <w:gridCol w:w="4725"/>
      </w:tblGrid>
      <w:tr w:rsidR="00B85396" w:rsidRPr="003B648E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И. п. </w:t>
            </w:r>
          </w:p>
        </w:tc>
        <w:tc>
          <w:tcPr>
            <w:tcW w:w="4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</w:p>
        </w:tc>
      </w:tr>
      <w:tr w:rsidR="00B85396" w:rsidRPr="003B648E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Р. п. </w:t>
            </w:r>
          </w:p>
        </w:tc>
        <w:tc>
          <w:tcPr>
            <w:tcW w:w="4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</w:p>
        </w:tc>
      </w:tr>
      <w:tr w:rsidR="00B85396" w:rsidRPr="003B648E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Д. п. </w:t>
            </w:r>
          </w:p>
        </w:tc>
        <w:tc>
          <w:tcPr>
            <w:tcW w:w="4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</w:p>
        </w:tc>
      </w:tr>
      <w:tr w:rsidR="00B85396" w:rsidRPr="003B648E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В. п. </w:t>
            </w:r>
          </w:p>
        </w:tc>
        <w:tc>
          <w:tcPr>
            <w:tcW w:w="4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</w:p>
        </w:tc>
      </w:tr>
      <w:tr w:rsidR="00B85396" w:rsidRPr="003B648E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Тв. п. </w:t>
            </w:r>
          </w:p>
        </w:tc>
        <w:tc>
          <w:tcPr>
            <w:tcW w:w="4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</w:p>
        </w:tc>
      </w:tr>
      <w:tr w:rsidR="00B85396" w:rsidRPr="003B648E">
        <w:trPr>
          <w:tblCellSpacing w:w="0" w:type="dxa"/>
        </w:trPr>
        <w:tc>
          <w:tcPr>
            <w:tcW w:w="8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Пр. п. </w:t>
            </w:r>
          </w:p>
        </w:tc>
        <w:tc>
          <w:tcPr>
            <w:tcW w:w="4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85396" w:rsidRPr="003B648E" w:rsidRDefault="00B85396" w:rsidP="00083433">
            <w:pPr>
              <w:rPr>
                <w:sz w:val="28"/>
                <w:szCs w:val="28"/>
              </w:rPr>
            </w:pPr>
          </w:p>
        </w:tc>
      </w:tr>
    </w:tbl>
    <w:p w:rsidR="00B85396" w:rsidRDefault="00B85396" w:rsidP="00C27E26">
      <w:pPr>
        <w:ind w:firstLine="709"/>
        <w:jc w:val="both"/>
        <w:rPr>
          <w:b/>
          <w:bCs/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9.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Определите грамматический род имен существительных.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i/>
          <w:iCs/>
          <w:sz w:val="28"/>
          <w:szCs w:val="28"/>
        </w:rPr>
      </w:pPr>
      <w:r w:rsidRPr="003B648E">
        <w:rPr>
          <w:i/>
          <w:iCs/>
          <w:sz w:val="28"/>
          <w:szCs w:val="28"/>
        </w:rPr>
        <w:t xml:space="preserve">Портье, тюль, какаду, салями, протеже, торнадо, мозоль, Туапсе, кашпо, цеце.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10. </w:t>
      </w:r>
    </w:p>
    <w:p w:rsidR="00B85396" w:rsidRPr="003B648E" w:rsidRDefault="00B85396" w:rsidP="00C27E26">
      <w:pPr>
        <w:pStyle w:val="BodyTextIndent3"/>
        <w:rPr>
          <w:sz w:val="28"/>
          <w:szCs w:val="28"/>
        </w:rPr>
      </w:pPr>
      <w:r w:rsidRPr="003B648E">
        <w:rPr>
          <w:sz w:val="28"/>
          <w:szCs w:val="28"/>
        </w:rPr>
        <w:t xml:space="preserve">Соотнесите трóпы с их определениями. </w:t>
      </w:r>
    </w:p>
    <w:p w:rsidR="00B85396" w:rsidRPr="003B648E" w:rsidRDefault="00B85396" w:rsidP="00C27E26">
      <w:pPr>
        <w:pStyle w:val="BodyTextIndent3"/>
        <w:ind w:firstLine="0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075"/>
        <w:gridCol w:w="6285"/>
      </w:tblGrid>
      <w:tr w:rsidR="00B85396" w:rsidRPr="003B648E">
        <w:trPr>
          <w:trHeight w:val="165"/>
        </w:trPr>
        <w:tc>
          <w:tcPr>
            <w:tcW w:w="3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1. Ирония 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А. Употребление слова в переносном значении на основе сходства в каком-либо отношении двух предметов или явлений. </w:t>
            </w:r>
          </w:p>
        </w:tc>
      </w:tr>
      <w:tr w:rsidR="00B85396" w:rsidRPr="003B648E">
        <w:trPr>
          <w:trHeight w:val="195"/>
        </w:trPr>
        <w:tc>
          <w:tcPr>
            <w:tcW w:w="3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2. Метонимия 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Б. Иносказательное изображение отвлеченного понятия при помощи конкретного, жизненного образа. </w:t>
            </w:r>
          </w:p>
        </w:tc>
      </w:tr>
      <w:tr w:rsidR="00B85396" w:rsidRPr="003B648E">
        <w:trPr>
          <w:trHeight w:val="225"/>
        </w:trPr>
        <w:tc>
          <w:tcPr>
            <w:tcW w:w="3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3. Аллегория 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В. Употребление слова или выражения в смысле, обратном буквальному с целью насмешки. </w:t>
            </w:r>
          </w:p>
        </w:tc>
      </w:tr>
      <w:tr w:rsidR="00B85396" w:rsidRPr="003B648E">
        <w:trPr>
          <w:trHeight w:val="420"/>
        </w:trPr>
        <w:tc>
          <w:tcPr>
            <w:tcW w:w="3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4. Метафора 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Г. Образное выражение, содержащее непомерное преувеличение размера, силы, значения и т.д. какого-либо предмета, явления. </w:t>
            </w:r>
          </w:p>
        </w:tc>
      </w:tr>
      <w:tr w:rsidR="00B85396" w:rsidRPr="003B648E">
        <w:trPr>
          <w:trHeight w:val="150"/>
        </w:trPr>
        <w:tc>
          <w:tcPr>
            <w:tcW w:w="3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5. Гипербола 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5396" w:rsidRPr="003B648E" w:rsidRDefault="00B85396" w:rsidP="00083433">
            <w:pPr>
              <w:pStyle w:val="BodyTextIndent3"/>
              <w:ind w:firstLine="0"/>
              <w:rPr>
                <w:sz w:val="28"/>
                <w:szCs w:val="28"/>
              </w:rPr>
            </w:pPr>
            <w:r w:rsidRPr="003B648E">
              <w:rPr>
                <w:sz w:val="28"/>
                <w:szCs w:val="28"/>
              </w:rPr>
              <w:t xml:space="preserve">Д. Употребление названия одного предмета вместо названия другого предмета на основании внешней или внутренней связи между ними. </w:t>
            </w:r>
          </w:p>
        </w:tc>
      </w:tr>
    </w:tbl>
    <w:p w:rsidR="00B85396" w:rsidRPr="003B648E" w:rsidRDefault="00B85396" w:rsidP="00C27E26">
      <w:pPr>
        <w:pStyle w:val="BodyTextIndent3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11.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Почему в литературном языке нельзя (не рекомендуется) употреблять словосочетания типа </w:t>
      </w:r>
      <w:r w:rsidRPr="003B648E">
        <w:rPr>
          <w:i/>
          <w:iCs/>
          <w:sz w:val="28"/>
          <w:szCs w:val="28"/>
        </w:rPr>
        <w:t>экспонаты выставки, мемориальный памятник</w:t>
      </w:r>
      <w:r w:rsidRPr="003B648E">
        <w:rPr>
          <w:sz w:val="28"/>
          <w:szCs w:val="28"/>
        </w:rPr>
        <w:t xml:space="preserve">?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b/>
          <w:bCs/>
          <w:sz w:val="28"/>
          <w:szCs w:val="28"/>
        </w:rPr>
      </w:pPr>
      <w:r w:rsidRPr="003B648E">
        <w:rPr>
          <w:b/>
          <w:bCs/>
          <w:sz w:val="28"/>
          <w:szCs w:val="28"/>
        </w:rPr>
        <w:t xml:space="preserve">12.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Отметьте, какие из приведенных ниже прилагательных нельзя употреблять в сочетании со словом </w:t>
      </w:r>
      <w:r w:rsidRPr="003B648E">
        <w:rPr>
          <w:i/>
          <w:iCs/>
          <w:sz w:val="28"/>
          <w:szCs w:val="28"/>
        </w:rPr>
        <w:t xml:space="preserve">язык.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  <w:r w:rsidRPr="003B648E">
        <w:rPr>
          <w:sz w:val="28"/>
          <w:szCs w:val="28"/>
        </w:rPr>
        <w:t xml:space="preserve">Абхазский, австрийский, аджарский, бельгийский, болгарский, бразильский, голландский, датский, канадский, румынский, португальский, шведский, швейцарский, шотландский, югославский. </w:t>
      </w: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p w:rsidR="00B85396" w:rsidRPr="003B648E" w:rsidRDefault="00B85396" w:rsidP="00C27E26">
      <w:pPr>
        <w:ind w:firstLine="709"/>
        <w:jc w:val="both"/>
        <w:rPr>
          <w:sz w:val="28"/>
          <w:szCs w:val="28"/>
        </w:rPr>
      </w:pPr>
    </w:p>
    <w:sectPr w:rsidR="00B85396" w:rsidRPr="003B648E" w:rsidSect="0052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E26"/>
    <w:rsid w:val="00002017"/>
    <w:rsid w:val="000029EC"/>
    <w:rsid w:val="00004853"/>
    <w:rsid w:val="000052F7"/>
    <w:rsid w:val="00005AAF"/>
    <w:rsid w:val="0001018B"/>
    <w:rsid w:val="00013BDA"/>
    <w:rsid w:val="00013C11"/>
    <w:rsid w:val="00013C8F"/>
    <w:rsid w:val="00013D03"/>
    <w:rsid w:val="0001417A"/>
    <w:rsid w:val="00015742"/>
    <w:rsid w:val="000210D1"/>
    <w:rsid w:val="000214A9"/>
    <w:rsid w:val="00022696"/>
    <w:rsid w:val="00022CEE"/>
    <w:rsid w:val="00023FF2"/>
    <w:rsid w:val="00024EEC"/>
    <w:rsid w:val="00030D23"/>
    <w:rsid w:val="00031017"/>
    <w:rsid w:val="00032F8A"/>
    <w:rsid w:val="00033077"/>
    <w:rsid w:val="000376DE"/>
    <w:rsid w:val="000407E6"/>
    <w:rsid w:val="00041614"/>
    <w:rsid w:val="000427B9"/>
    <w:rsid w:val="00045B81"/>
    <w:rsid w:val="00050B86"/>
    <w:rsid w:val="00051569"/>
    <w:rsid w:val="0005197E"/>
    <w:rsid w:val="00051998"/>
    <w:rsid w:val="00052F52"/>
    <w:rsid w:val="00053AC6"/>
    <w:rsid w:val="00055347"/>
    <w:rsid w:val="00055E56"/>
    <w:rsid w:val="000608D1"/>
    <w:rsid w:val="00060B6D"/>
    <w:rsid w:val="00071CFB"/>
    <w:rsid w:val="00072018"/>
    <w:rsid w:val="00072962"/>
    <w:rsid w:val="00073581"/>
    <w:rsid w:val="0007557F"/>
    <w:rsid w:val="00077961"/>
    <w:rsid w:val="00081413"/>
    <w:rsid w:val="000818E8"/>
    <w:rsid w:val="0008312C"/>
    <w:rsid w:val="00083433"/>
    <w:rsid w:val="0008519F"/>
    <w:rsid w:val="00085C64"/>
    <w:rsid w:val="000866D4"/>
    <w:rsid w:val="0008792E"/>
    <w:rsid w:val="000912D1"/>
    <w:rsid w:val="00091F67"/>
    <w:rsid w:val="00092E89"/>
    <w:rsid w:val="00096419"/>
    <w:rsid w:val="000A04B4"/>
    <w:rsid w:val="000A076A"/>
    <w:rsid w:val="000A2060"/>
    <w:rsid w:val="000A2BCA"/>
    <w:rsid w:val="000A33C5"/>
    <w:rsid w:val="000A394B"/>
    <w:rsid w:val="000A4B7B"/>
    <w:rsid w:val="000A54F6"/>
    <w:rsid w:val="000A5CC9"/>
    <w:rsid w:val="000B0A2F"/>
    <w:rsid w:val="000B15A7"/>
    <w:rsid w:val="000B21AE"/>
    <w:rsid w:val="000B4E34"/>
    <w:rsid w:val="000B509C"/>
    <w:rsid w:val="000B6CBD"/>
    <w:rsid w:val="000C167B"/>
    <w:rsid w:val="000C34FE"/>
    <w:rsid w:val="000C3975"/>
    <w:rsid w:val="000C40AF"/>
    <w:rsid w:val="000C60C7"/>
    <w:rsid w:val="000D0B33"/>
    <w:rsid w:val="000D0F4D"/>
    <w:rsid w:val="000D1D4B"/>
    <w:rsid w:val="000D2390"/>
    <w:rsid w:val="000D2BE5"/>
    <w:rsid w:val="000D6EF5"/>
    <w:rsid w:val="000D7F34"/>
    <w:rsid w:val="000E097A"/>
    <w:rsid w:val="000E0BBD"/>
    <w:rsid w:val="000E3004"/>
    <w:rsid w:val="000E3AB3"/>
    <w:rsid w:val="000E6921"/>
    <w:rsid w:val="000F0D7F"/>
    <w:rsid w:val="000F162C"/>
    <w:rsid w:val="000F2C1B"/>
    <w:rsid w:val="000F3D40"/>
    <w:rsid w:val="000F3D5D"/>
    <w:rsid w:val="000F427E"/>
    <w:rsid w:val="000F6E6E"/>
    <w:rsid w:val="000F7B14"/>
    <w:rsid w:val="00100D04"/>
    <w:rsid w:val="00102BFD"/>
    <w:rsid w:val="00105751"/>
    <w:rsid w:val="00106110"/>
    <w:rsid w:val="00106753"/>
    <w:rsid w:val="001067FC"/>
    <w:rsid w:val="001110BD"/>
    <w:rsid w:val="00112A4F"/>
    <w:rsid w:val="00113457"/>
    <w:rsid w:val="001134C4"/>
    <w:rsid w:val="00114492"/>
    <w:rsid w:val="0011596A"/>
    <w:rsid w:val="00116B01"/>
    <w:rsid w:val="001176C2"/>
    <w:rsid w:val="001178FF"/>
    <w:rsid w:val="00117B70"/>
    <w:rsid w:val="001202B5"/>
    <w:rsid w:val="00120520"/>
    <w:rsid w:val="00120658"/>
    <w:rsid w:val="00121471"/>
    <w:rsid w:val="001246AD"/>
    <w:rsid w:val="00125B51"/>
    <w:rsid w:val="001273DD"/>
    <w:rsid w:val="00131BE2"/>
    <w:rsid w:val="001322D1"/>
    <w:rsid w:val="00132ED5"/>
    <w:rsid w:val="001376EA"/>
    <w:rsid w:val="001416AD"/>
    <w:rsid w:val="00142424"/>
    <w:rsid w:val="00142996"/>
    <w:rsid w:val="001429B4"/>
    <w:rsid w:val="00145362"/>
    <w:rsid w:val="00146713"/>
    <w:rsid w:val="00147653"/>
    <w:rsid w:val="0015081F"/>
    <w:rsid w:val="00153D79"/>
    <w:rsid w:val="00156E89"/>
    <w:rsid w:val="001572E1"/>
    <w:rsid w:val="00161646"/>
    <w:rsid w:val="00161BB2"/>
    <w:rsid w:val="001623D4"/>
    <w:rsid w:val="00162CDC"/>
    <w:rsid w:val="00163A92"/>
    <w:rsid w:val="00164E3A"/>
    <w:rsid w:val="0016533D"/>
    <w:rsid w:val="001663F9"/>
    <w:rsid w:val="00171485"/>
    <w:rsid w:val="001736B1"/>
    <w:rsid w:val="00174AC4"/>
    <w:rsid w:val="00180B12"/>
    <w:rsid w:val="00181256"/>
    <w:rsid w:val="00182FDF"/>
    <w:rsid w:val="00186CD6"/>
    <w:rsid w:val="00187C58"/>
    <w:rsid w:val="00190FD1"/>
    <w:rsid w:val="0019307C"/>
    <w:rsid w:val="00193402"/>
    <w:rsid w:val="00195814"/>
    <w:rsid w:val="00196B7A"/>
    <w:rsid w:val="0019744D"/>
    <w:rsid w:val="001A0353"/>
    <w:rsid w:val="001A049E"/>
    <w:rsid w:val="001A14E4"/>
    <w:rsid w:val="001A1E47"/>
    <w:rsid w:val="001A25ED"/>
    <w:rsid w:val="001A37DA"/>
    <w:rsid w:val="001A3BC9"/>
    <w:rsid w:val="001A3C13"/>
    <w:rsid w:val="001A509F"/>
    <w:rsid w:val="001A5AD0"/>
    <w:rsid w:val="001A6BC0"/>
    <w:rsid w:val="001A7A63"/>
    <w:rsid w:val="001A7BC9"/>
    <w:rsid w:val="001A7CB0"/>
    <w:rsid w:val="001B176A"/>
    <w:rsid w:val="001B1C44"/>
    <w:rsid w:val="001B2F4B"/>
    <w:rsid w:val="001B4009"/>
    <w:rsid w:val="001B4A8A"/>
    <w:rsid w:val="001B4CAC"/>
    <w:rsid w:val="001B5E9B"/>
    <w:rsid w:val="001B5F33"/>
    <w:rsid w:val="001B6625"/>
    <w:rsid w:val="001B6802"/>
    <w:rsid w:val="001B7802"/>
    <w:rsid w:val="001C15FF"/>
    <w:rsid w:val="001C1C31"/>
    <w:rsid w:val="001C1EBC"/>
    <w:rsid w:val="001C2476"/>
    <w:rsid w:val="001C447D"/>
    <w:rsid w:val="001C560A"/>
    <w:rsid w:val="001D052D"/>
    <w:rsid w:val="001D0C5E"/>
    <w:rsid w:val="001D24FC"/>
    <w:rsid w:val="001D5307"/>
    <w:rsid w:val="001D5618"/>
    <w:rsid w:val="001D58CE"/>
    <w:rsid w:val="001D7819"/>
    <w:rsid w:val="001E48CE"/>
    <w:rsid w:val="001E5018"/>
    <w:rsid w:val="001F0DD1"/>
    <w:rsid w:val="001F11DB"/>
    <w:rsid w:val="001F3B34"/>
    <w:rsid w:val="001F40C1"/>
    <w:rsid w:val="001F57B6"/>
    <w:rsid w:val="001F6B84"/>
    <w:rsid w:val="001F71D3"/>
    <w:rsid w:val="00202887"/>
    <w:rsid w:val="002037C8"/>
    <w:rsid w:val="002038AF"/>
    <w:rsid w:val="002039A6"/>
    <w:rsid w:val="0020544D"/>
    <w:rsid w:val="00205BD3"/>
    <w:rsid w:val="00211F7C"/>
    <w:rsid w:val="00212193"/>
    <w:rsid w:val="002143DC"/>
    <w:rsid w:val="002148A6"/>
    <w:rsid w:val="00214A42"/>
    <w:rsid w:val="00215976"/>
    <w:rsid w:val="0021685B"/>
    <w:rsid w:val="00216890"/>
    <w:rsid w:val="0021704D"/>
    <w:rsid w:val="002205C1"/>
    <w:rsid w:val="00221DA9"/>
    <w:rsid w:val="002223ED"/>
    <w:rsid w:val="00222D83"/>
    <w:rsid w:val="00225B83"/>
    <w:rsid w:val="0023235A"/>
    <w:rsid w:val="002331B5"/>
    <w:rsid w:val="00233456"/>
    <w:rsid w:val="002352A3"/>
    <w:rsid w:val="00235454"/>
    <w:rsid w:val="0023602F"/>
    <w:rsid w:val="0023649D"/>
    <w:rsid w:val="002369D6"/>
    <w:rsid w:val="00237D71"/>
    <w:rsid w:val="002407C1"/>
    <w:rsid w:val="00241024"/>
    <w:rsid w:val="0024428F"/>
    <w:rsid w:val="002445B7"/>
    <w:rsid w:val="00244EA2"/>
    <w:rsid w:val="00245394"/>
    <w:rsid w:val="002468A6"/>
    <w:rsid w:val="002473C8"/>
    <w:rsid w:val="002509E4"/>
    <w:rsid w:val="00250F74"/>
    <w:rsid w:val="002510A6"/>
    <w:rsid w:val="00252A3A"/>
    <w:rsid w:val="002572D9"/>
    <w:rsid w:val="00262FFD"/>
    <w:rsid w:val="00264965"/>
    <w:rsid w:val="00266F10"/>
    <w:rsid w:val="00270B59"/>
    <w:rsid w:val="00270F5C"/>
    <w:rsid w:val="0027247D"/>
    <w:rsid w:val="00272BCE"/>
    <w:rsid w:val="002752E9"/>
    <w:rsid w:val="00275B96"/>
    <w:rsid w:val="002764DC"/>
    <w:rsid w:val="00277D40"/>
    <w:rsid w:val="00280418"/>
    <w:rsid w:val="0028406D"/>
    <w:rsid w:val="002845D5"/>
    <w:rsid w:val="00284EA4"/>
    <w:rsid w:val="002856ED"/>
    <w:rsid w:val="0028716C"/>
    <w:rsid w:val="00287820"/>
    <w:rsid w:val="002905B6"/>
    <w:rsid w:val="00290730"/>
    <w:rsid w:val="00291550"/>
    <w:rsid w:val="00291DD2"/>
    <w:rsid w:val="00293443"/>
    <w:rsid w:val="00293A94"/>
    <w:rsid w:val="00294E9E"/>
    <w:rsid w:val="0029545F"/>
    <w:rsid w:val="00296907"/>
    <w:rsid w:val="0029734B"/>
    <w:rsid w:val="002975AC"/>
    <w:rsid w:val="00297908"/>
    <w:rsid w:val="002A0CA3"/>
    <w:rsid w:val="002A1267"/>
    <w:rsid w:val="002A4294"/>
    <w:rsid w:val="002B2C1C"/>
    <w:rsid w:val="002B2F9E"/>
    <w:rsid w:val="002B3C0E"/>
    <w:rsid w:val="002C196E"/>
    <w:rsid w:val="002C1D63"/>
    <w:rsid w:val="002C1FB7"/>
    <w:rsid w:val="002C204D"/>
    <w:rsid w:val="002C4706"/>
    <w:rsid w:val="002C4EF1"/>
    <w:rsid w:val="002C6056"/>
    <w:rsid w:val="002C7750"/>
    <w:rsid w:val="002D052B"/>
    <w:rsid w:val="002D0B4C"/>
    <w:rsid w:val="002D0D58"/>
    <w:rsid w:val="002D1F84"/>
    <w:rsid w:val="002D4354"/>
    <w:rsid w:val="002D47AD"/>
    <w:rsid w:val="002D665E"/>
    <w:rsid w:val="002D70C7"/>
    <w:rsid w:val="002E10BD"/>
    <w:rsid w:val="002E3B5E"/>
    <w:rsid w:val="002F35DC"/>
    <w:rsid w:val="002F46AC"/>
    <w:rsid w:val="002F6910"/>
    <w:rsid w:val="002F7579"/>
    <w:rsid w:val="003038D9"/>
    <w:rsid w:val="003045F6"/>
    <w:rsid w:val="00306B0D"/>
    <w:rsid w:val="00306CEE"/>
    <w:rsid w:val="0031050C"/>
    <w:rsid w:val="00311F40"/>
    <w:rsid w:val="003140E9"/>
    <w:rsid w:val="00316817"/>
    <w:rsid w:val="0032034A"/>
    <w:rsid w:val="0032085B"/>
    <w:rsid w:val="003228D4"/>
    <w:rsid w:val="003228DF"/>
    <w:rsid w:val="00322FB2"/>
    <w:rsid w:val="00324C03"/>
    <w:rsid w:val="00325BB2"/>
    <w:rsid w:val="00325EA9"/>
    <w:rsid w:val="0032660D"/>
    <w:rsid w:val="003270D2"/>
    <w:rsid w:val="003315CE"/>
    <w:rsid w:val="0033206B"/>
    <w:rsid w:val="00333120"/>
    <w:rsid w:val="003354BE"/>
    <w:rsid w:val="00340061"/>
    <w:rsid w:val="0034108B"/>
    <w:rsid w:val="003420DC"/>
    <w:rsid w:val="00343E9B"/>
    <w:rsid w:val="003455CE"/>
    <w:rsid w:val="00346BE4"/>
    <w:rsid w:val="00346CD7"/>
    <w:rsid w:val="00356C1C"/>
    <w:rsid w:val="003578D3"/>
    <w:rsid w:val="00357EB8"/>
    <w:rsid w:val="003609E8"/>
    <w:rsid w:val="00361293"/>
    <w:rsid w:val="00363CE6"/>
    <w:rsid w:val="00364214"/>
    <w:rsid w:val="00365579"/>
    <w:rsid w:val="00366B4C"/>
    <w:rsid w:val="003671BE"/>
    <w:rsid w:val="00367E48"/>
    <w:rsid w:val="00370B24"/>
    <w:rsid w:val="00370D1F"/>
    <w:rsid w:val="0037177D"/>
    <w:rsid w:val="00372288"/>
    <w:rsid w:val="00374659"/>
    <w:rsid w:val="00375BB6"/>
    <w:rsid w:val="00377DDD"/>
    <w:rsid w:val="0038120B"/>
    <w:rsid w:val="003831A4"/>
    <w:rsid w:val="003832B8"/>
    <w:rsid w:val="00383EF9"/>
    <w:rsid w:val="0038404F"/>
    <w:rsid w:val="00385046"/>
    <w:rsid w:val="00386575"/>
    <w:rsid w:val="003902DD"/>
    <w:rsid w:val="003907CE"/>
    <w:rsid w:val="00391345"/>
    <w:rsid w:val="003941A3"/>
    <w:rsid w:val="00394FE8"/>
    <w:rsid w:val="00395368"/>
    <w:rsid w:val="0039573C"/>
    <w:rsid w:val="00396119"/>
    <w:rsid w:val="003A40C4"/>
    <w:rsid w:val="003A6695"/>
    <w:rsid w:val="003A7215"/>
    <w:rsid w:val="003B1F0D"/>
    <w:rsid w:val="003B310E"/>
    <w:rsid w:val="003B3EBE"/>
    <w:rsid w:val="003B4095"/>
    <w:rsid w:val="003B4289"/>
    <w:rsid w:val="003B5221"/>
    <w:rsid w:val="003B56F3"/>
    <w:rsid w:val="003B648E"/>
    <w:rsid w:val="003B7B06"/>
    <w:rsid w:val="003B7C3E"/>
    <w:rsid w:val="003B7C79"/>
    <w:rsid w:val="003B7E91"/>
    <w:rsid w:val="003B7F57"/>
    <w:rsid w:val="003C1445"/>
    <w:rsid w:val="003C154C"/>
    <w:rsid w:val="003C1BAF"/>
    <w:rsid w:val="003C3085"/>
    <w:rsid w:val="003C4906"/>
    <w:rsid w:val="003C49CF"/>
    <w:rsid w:val="003C64A8"/>
    <w:rsid w:val="003C751D"/>
    <w:rsid w:val="003D2D62"/>
    <w:rsid w:val="003D4803"/>
    <w:rsid w:val="003D50A6"/>
    <w:rsid w:val="003D63DA"/>
    <w:rsid w:val="003E0363"/>
    <w:rsid w:val="003E12F3"/>
    <w:rsid w:val="003E1A22"/>
    <w:rsid w:val="003E220C"/>
    <w:rsid w:val="003E3DBC"/>
    <w:rsid w:val="003E3DE6"/>
    <w:rsid w:val="003F4627"/>
    <w:rsid w:val="003F5654"/>
    <w:rsid w:val="003F6011"/>
    <w:rsid w:val="003F7E5E"/>
    <w:rsid w:val="004003F5"/>
    <w:rsid w:val="00401827"/>
    <w:rsid w:val="00404154"/>
    <w:rsid w:val="00410205"/>
    <w:rsid w:val="00410AFA"/>
    <w:rsid w:val="00414B1C"/>
    <w:rsid w:val="00415489"/>
    <w:rsid w:val="004156A7"/>
    <w:rsid w:val="004170D3"/>
    <w:rsid w:val="00420600"/>
    <w:rsid w:val="00420DE7"/>
    <w:rsid w:val="004214F8"/>
    <w:rsid w:val="00424312"/>
    <w:rsid w:val="0042488E"/>
    <w:rsid w:val="004249FD"/>
    <w:rsid w:val="00425F00"/>
    <w:rsid w:val="00426DF0"/>
    <w:rsid w:val="004327BC"/>
    <w:rsid w:val="00436009"/>
    <w:rsid w:val="0043633F"/>
    <w:rsid w:val="00436AFC"/>
    <w:rsid w:val="00440FE3"/>
    <w:rsid w:val="00441886"/>
    <w:rsid w:val="00442BF5"/>
    <w:rsid w:val="00442C1E"/>
    <w:rsid w:val="004432D7"/>
    <w:rsid w:val="004437CA"/>
    <w:rsid w:val="00443FC6"/>
    <w:rsid w:val="004458D5"/>
    <w:rsid w:val="004506E2"/>
    <w:rsid w:val="00451B87"/>
    <w:rsid w:val="00454335"/>
    <w:rsid w:val="00454419"/>
    <w:rsid w:val="0045535D"/>
    <w:rsid w:val="00455A2F"/>
    <w:rsid w:val="004575A7"/>
    <w:rsid w:val="004604B5"/>
    <w:rsid w:val="004604EA"/>
    <w:rsid w:val="00460EAE"/>
    <w:rsid w:val="00462B93"/>
    <w:rsid w:val="00463565"/>
    <w:rsid w:val="00463698"/>
    <w:rsid w:val="004643E1"/>
    <w:rsid w:val="0046457D"/>
    <w:rsid w:val="0046483A"/>
    <w:rsid w:val="00465196"/>
    <w:rsid w:val="004660DD"/>
    <w:rsid w:val="00471012"/>
    <w:rsid w:val="00472970"/>
    <w:rsid w:val="00472AC6"/>
    <w:rsid w:val="004735A3"/>
    <w:rsid w:val="00474A81"/>
    <w:rsid w:val="00475BA4"/>
    <w:rsid w:val="004761FA"/>
    <w:rsid w:val="004812A4"/>
    <w:rsid w:val="00481768"/>
    <w:rsid w:val="0048369E"/>
    <w:rsid w:val="00483EF7"/>
    <w:rsid w:val="004840C7"/>
    <w:rsid w:val="004845E2"/>
    <w:rsid w:val="00486529"/>
    <w:rsid w:val="004900E8"/>
    <w:rsid w:val="00490D7A"/>
    <w:rsid w:val="004927F0"/>
    <w:rsid w:val="00493361"/>
    <w:rsid w:val="004940E1"/>
    <w:rsid w:val="00494991"/>
    <w:rsid w:val="004950E4"/>
    <w:rsid w:val="00495A4D"/>
    <w:rsid w:val="004969A4"/>
    <w:rsid w:val="004A0462"/>
    <w:rsid w:val="004A1C65"/>
    <w:rsid w:val="004A27D9"/>
    <w:rsid w:val="004A5BC9"/>
    <w:rsid w:val="004A5E16"/>
    <w:rsid w:val="004A78BC"/>
    <w:rsid w:val="004B09F7"/>
    <w:rsid w:val="004B2F9C"/>
    <w:rsid w:val="004B5012"/>
    <w:rsid w:val="004B5DB3"/>
    <w:rsid w:val="004B6BDA"/>
    <w:rsid w:val="004B71FB"/>
    <w:rsid w:val="004B7BD3"/>
    <w:rsid w:val="004C0C8B"/>
    <w:rsid w:val="004C137F"/>
    <w:rsid w:val="004C1C2A"/>
    <w:rsid w:val="004C1C2B"/>
    <w:rsid w:val="004C2245"/>
    <w:rsid w:val="004C2608"/>
    <w:rsid w:val="004C5AB4"/>
    <w:rsid w:val="004C7733"/>
    <w:rsid w:val="004C7D81"/>
    <w:rsid w:val="004D042C"/>
    <w:rsid w:val="004D1BF8"/>
    <w:rsid w:val="004D31BE"/>
    <w:rsid w:val="004D5283"/>
    <w:rsid w:val="004D5C09"/>
    <w:rsid w:val="004D5D72"/>
    <w:rsid w:val="004D5DB1"/>
    <w:rsid w:val="004E16D9"/>
    <w:rsid w:val="004E1F2F"/>
    <w:rsid w:val="004E20DB"/>
    <w:rsid w:val="004E35F3"/>
    <w:rsid w:val="004E41EC"/>
    <w:rsid w:val="004E4B46"/>
    <w:rsid w:val="004E4D92"/>
    <w:rsid w:val="004E6181"/>
    <w:rsid w:val="004E6914"/>
    <w:rsid w:val="004F0235"/>
    <w:rsid w:val="004F04D5"/>
    <w:rsid w:val="004F1140"/>
    <w:rsid w:val="004F12EC"/>
    <w:rsid w:val="004F3B1E"/>
    <w:rsid w:val="004F4345"/>
    <w:rsid w:val="004F4391"/>
    <w:rsid w:val="004F445F"/>
    <w:rsid w:val="004F4E49"/>
    <w:rsid w:val="004F51F0"/>
    <w:rsid w:val="004F5812"/>
    <w:rsid w:val="004F5949"/>
    <w:rsid w:val="004F7800"/>
    <w:rsid w:val="004F7B80"/>
    <w:rsid w:val="0050084A"/>
    <w:rsid w:val="00501636"/>
    <w:rsid w:val="00502916"/>
    <w:rsid w:val="00503658"/>
    <w:rsid w:val="005036F5"/>
    <w:rsid w:val="00504816"/>
    <w:rsid w:val="00504C33"/>
    <w:rsid w:val="00506E05"/>
    <w:rsid w:val="005070AE"/>
    <w:rsid w:val="005121C0"/>
    <w:rsid w:val="00513B0F"/>
    <w:rsid w:val="00514F4B"/>
    <w:rsid w:val="0051626D"/>
    <w:rsid w:val="005170EC"/>
    <w:rsid w:val="0051762A"/>
    <w:rsid w:val="00517770"/>
    <w:rsid w:val="0052165F"/>
    <w:rsid w:val="00523C26"/>
    <w:rsid w:val="00524960"/>
    <w:rsid w:val="00525378"/>
    <w:rsid w:val="00527E74"/>
    <w:rsid w:val="005301D8"/>
    <w:rsid w:val="00532303"/>
    <w:rsid w:val="005325A7"/>
    <w:rsid w:val="00533F90"/>
    <w:rsid w:val="005408D2"/>
    <w:rsid w:val="0054109C"/>
    <w:rsid w:val="00541957"/>
    <w:rsid w:val="0054237D"/>
    <w:rsid w:val="00542E5D"/>
    <w:rsid w:val="00543B4F"/>
    <w:rsid w:val="00544E96"/>
    <w:rsid w:val="005456BB"/>
    <w:rsid w:val="00546CF7"/>
    <w:rsid w:val="00552234"/>
    <w:rsid w:val="00554B68"/>
    <w:rsid w:val="00555F7E"/>
    <w:rsid w:val="005571F2"/>
    <w:rsid w:val="00557C8F"/>
    <w:rsid w:val="00561805"/>
    <w:rsid w:val="005623D2"/>
    <w:rsid w:val="00563C0D"/>
    <w:rsid w:val="005646B4"/>
    <w:rsid w:val="00566089"/>
    <w:rsid w:val="0057178B"/>
    <w:rsid w:val="00571AEE"/>
    <w:rsid w:val="00571D76"/>
    <w:rsid w:val="00574CFC"/>
    <w:rsid w:val="005753CA"/>
    <w:rsid w:val="00577504"/>
    <w:rsid w:val="005809CA"/>
    <w:rsid w:val="00582D93"/>
    <w:rsid w:val="00583D5B"/>
    <w:rsid w:val="00584992"/>
    <w:rsid w:val="00584D20"/>
    <w:rsid w:val="00587549"/>
    <w:rsid w:val="00587A67"/>
    <w:rsid w:val="0059185B"/>
    <w:rsid w:val="00592A8F"/>
    <w:rsid w:val="00594DFB"/>
    <w:rsid w:val="005953E1"/>
    <w:rsid w:val="005957EF"/>
    <w:rsid w:val="0059585D"/>
    <w:rsid w:val="00596AD8"/>
    <w:rsid w:val="005975BC"/>
    <w:rsid w:val="005A1345"/>
    <w:rsid w:val="005A2574"/>
    <w:rsid w:val="005A2FD1"/>
    <w:rsid w:val="005A49BA"/>
    <w:rsid w:val="005B17A9"/>
    <w:rsid w:val="005B2161"/>
    <w:rsid w:val="005B22A7"/>
    <w:rsid w:val="005B29AF"/>
    <w:rsid w:val="005B4EC6"/>
    <w:rsid w:val="005B6EED"/>
    <w:rsid w:val="005B7600"/>
    <w:rsid w:val="005C032A"/>
    <w:rsid w:val="005C196E"/>
    <w:rsid w:val="005C2378"/>
    <w:rsid w:val="005C4712"/>
    <w:rsid w:val="005C4FEB"/>
    <w:rsid w:val="005C6039"/>
    <w:rsid w:val="005C6BAF"/>
    <w:rsid w:val="005C7A07"/>
    <w:rsid w:val="005C7E67"/>
    <w:rsid w:val="005D4E73"/>
    <w:rsid w:val="005D5898"/>
    <w:rsid w:val="005D58F8"/>
    <w:rsid w:val="005D6195"/>
    <w:rsid w:val="005E141F"/>
    <w:rsid w:val="005E1C15"/>
    <w:rsid w:val="005E2B1A"/>
    <w:rsid w:val="005E36CF"/>
    <w:rsid w:val="005E37EC"/>
    <w:rsid w:val="005E48AA"/>
    <w:rsid w:val="005E69AB"/>
    <w:rsid w:val="005F116A"/>
    <w:rsid w:val="005F1294"/>
    <w:rsid w:val="005F2975"/>
    <w:rsid w:val="005F346C"/>
    <w:rsid w:val="005F3EC9"/>
    <w:rsid w:val="005F3F81"/>
    <w:rsid w:val="005F400C"/>
    <w:rsid w:val="005F474E"/>
    <w:rsid w:val="005F609E"/>
    <w:rsid w:val="005F691B"/>
    <w:rsid w:val="005F694B"/>
    <w:rsid w:val="005F7296"/>
    <w:rsid w:val="00605493"/>
    <w:rsid w:val="0060591F"/>
    <w:rsid w:val="006059F5"/>
    <w:rsid w:val="00606324"/>
    <w:rsid w:val="00611188"/>
    <w:rsid w:val="00611A0D"/>
    <w:rsid w:val="00611C0A"/>
    <w:rsid w:val="00612F8B"/>
    <w:rsid w:val="006136F9"/>
    <w:rsid w:val="00621203"/>
    <w:rsid w:val="006224CD"/>
    <w:rsid w:val="006228E9"/>
    <w:rsid w:val="00622A97"/>
    <w:rsid w:val="0062307F"/>
    <w:rsid w:val="00623D88"/>
    <w:rsid w:val="0062502B"/>
    <w:rsid w:val="006252D7"/>
    <w:rsid w:val="00626395"/>
    <w:rsid w:val="0062650E"/>
    <w:rsid w:val="00631398"/>
    <w:rsid w:val="00631BC3"/>
    <w:rsid w:val="00631FDA"/>
    <w:rsid w:val="00633E8C"/>
    <w:rsid w:val="00635D9B"/>
    <w:rsid w:val="00635F1F"/>
    <w:rsid w:val="00637486"/>
    <w:rsid w:val="006427F5"/>
    <w:rsid w:val="0064480A"/>
    <w:rsid w:val="006453FB"/>
    <w:rsid w:val="006459E4"/>
    <w:rsid w:val="00645A84"/>
    <w:rsid w:val="00645DDA"/>
    <w:rsid w:val="006461A2"/>
    <w:rsid w:val="006462C1"/>
    <w:rsid w:val="006477DA"/>
    <w:rsid w:val="006508C0"/>
    <w:rsid w:val="006508FC"/>
    <w:rsid w:val="00652270"/>
    <w:rsid w:val="006533E0"/>
    <w:rsid w:val="00656957"/>
    <w:rsid w:val="00656F77"/>
    <w:rsid w:val="0065750D"/>
    <w:rsid w:val="0066145A"/>
    <w:rsid w:val="00661ED9"/>
    <w:rsid w:val="006632DD"/>
    <w:rsid w:val="00664038"/>
    <w:rsid w:val="00664606"/>
    <w:rsid w:val="00664C7B"/>
    <w:rsid w:val="00665CD3"/>
    <w:rsid w:val="00665D4D"/>
    <w:rsid w:val="0067000D"/>
    <w:rsid w:val="006700B8"/>
    <w:rsid w:val="00673381"/>
    <w:rsid w:val="0067350D"/>
    <w:rsid w:val="00674268"/>
    <w:rsid w:val="00674570"/>
    <w:rsid w:val="00677EF8"/>
    <w:rsid w:val="00680DF3"/>
    <w:rsid w:val="0068116A"/>
    <w:rsid w:val="006815B1"/>
    <w:rsid w:val="006815B3"/>
    <w:rsid w:val="00681B33"/>
    <w:rsid w:val="006829B2"/>
    <w:rsid w:val="00682F04"/>
    <w:rsid w:val="006836A5"/>
    <w:rsid w:val="00683A07"/>
    <w:rsid w:val="0068434C"/>
    <w:rsid w:val="0068474C"/>
    <w:rsid w:val="00685FF7"/>
    <w:rsid w:val="00686226"/>
    <w:rsid w:val="00686372"/>
    <w:rsid w:val="00691978"/>
    <w:rsid w:val="00692172"/>
    <w:rsid w:val="00696265"/>
    <w:rsid w:val="00697549"/>
    <w:rsid w:val="006A0A47"/>
    <w:rsid w:val="006A10F6"/>
    <w:rsid w:val="006A2CF6"/>
    <w:rsid w:val="006A4A11"/>
    <w:rsid w:val="006A4E07"/>
    <w:rsid w:val="006A53E5"/>
    <w:rsid w:val="006A688C"/>
    <w:rsid w:val="006A7FDA"/>
    <w:rsid w:val="006B1E1B"/>
    <w:rsid w:val="006B6DED"/>
    <w:rsid w:val="006C0613"/>
    <w:rsid w:val="006C0794"/>
    <w:rsid w:val="006C2C26"/>
    <w:rsid w:val="006C3669"/>
    <w:rsid w:val="006C3DE6"/>
    <w:rsid w:val="006C547B"/>
    <w:rsid w:val="006D0131"/>
    <w:rsid w:val="006D12D6"/>
    <w:rsid w:val="006D1EDF"/>
    <w:rsid w:val="006D21B4"/>
    <w:rsid w:val="006D3FE5"/>
    <w:rsid w:val="006D4031"/>
    <w:rsid w:val="006D4164"/>
    <w:rsid w:val="006D45BB"/>
    <w:rsid w:val="006D4C65"/>
    <w:rsid w:val="006D5CF2"/>
    <w:rsid w:val="006D67FE"/>
    <w:rsid w:val="006D7100"/>
    <w:rsid w:val="006D758F"/>
    <w:rsid w:val="006D792C"/>
    <w:rsid w:val="006D79A9"/>
    <w:rsid w:val="006E3049"/>
    <w:rsid w:val="006E457A"/>
    <w:rsid w:val="006E4A36"/>
    <w:rsid w:val="006E6E3B"/>
    <w:rsid w:val="006E73F8"/>
    <w:rsid w:val="006F0AB6"/>
    <w:rsid w:val="006F28C1"/>
    <w:rsid w:val="006F2D8B"/>
    <w:rsid w:val="006F541D"/>
    <w:rsid w:val="006F6504"/>
    <w:rsid w:val="006F7C99"/>
    <w:rsid w:val="00702BC1"/>
    <w:rsid w:val="00703C60"/>
    <w:rsid w:val="00705289"/>
    <w:rsid w:val="00705318"/>
    <w:rsid w:val="007061AB"/>
    <w:rsid w:val="007076A5"/>
    <w:rsid w:val="00712C91"/>
    <w:rsid w:val="00713226"/>
    <w:rsid w:val="0071573D"/>
    <w:rsid w:val="00715D27"/>
    <w:rsid w:val="007169D8"/>
    <w:rsid w:val="00716FC4"/>
    <w:rsid w:val="00721EA0"/>
    <w:rsid w:val="00723B22"/>
    <w:rsid w:val="007245BA"/>
    <w:rsid w:val="00734324"/>
    <w:rsid w:val="00734FBB"/>
    <w:rsid w:val="0073596C"/>
    <w:rsid w:val="007400BB"/>
    <w:rsid w:val="007404BD"/>
    <w:rsid w:val="00740A39"/>
    <w:rsid w:val="0074316E"/>
    <w:rsid w:val="0074484F"/>
    <w:rsid w:val="0074493E"/>
    <w:rsid w:val="0074719F"/>
    <w:rsid w:val="00747359"/>
    <w:rsid w:val="0075094B"/>
    <w:rsid w:val="0075131C"/>
    <w:rsid w:val="007526F9"/>
    <w:rsid w:val="00752FF2"/>
    <w:rsid w:val="00753DE5"/>
    <w:rsid w:val="00754182"/>
    <w:rsid w:val="0075589D"/>
    <w:rsid w:val="007616A6"/>
    <w:rsid w:val="00763BB0"/>
    <w:rsid w:val="0076478F"/>
    <w:rsid w:val="00770704"/>
    <w:rsid w:val="0077193F"/>
    <w:rsid w:val="00773257"/>
    <w:rsid w:val="0077604D"/>
    <w:rsid w:val="007773EE"/>
    <w:rsid w:val="00777718"/>
    <w:rsid w:val="007821D2"/>
    <w:rsid w:val="00782523"/>
    <w:rsid w:val="00782535"/>
    <w:rsid w:val="0078331C"/>
    <w:rsid w:val="00784329"/>
    <w:rsid w:val="00786815"/>
    <w:rsid w:val="00786AD8"/>
    <w:rsid w:val="00787341"/>
    <w:rsid w:val="007908FE"/>
    <w:rsid w:val="0079226A"/>
    <w:rsid w:val="00792895"/>
    <w:rsid w:val="00792EAB"/>
    <w:rsid w:val="00796128"/>
    <w:rsid w:val="007971CC"/>
    <w:rsid w:val="00797270"/>
    <w:rsid w:val="007974EC"/>
    <w:rsid w:val="00797909"/>
    <w:rsid w:val="007A262B"/>
    <w:rsid w:val="007A2D83"/>
    <w:rsid w:val="007A4EE8"/>
    <w:rsid w:val="007A5723"/>
    <w:rsid w:val="007A6592"/>
    <w:rsid w:val="007A6896"/>
    <w:rsid w:val="007A7088"/>
    <w:rsid w:val="007B07A1"/>
    <w:rsid w:val="007B245A"/>
    <w:rsid w:val="007B4A26"/>
    <w:rsid w:val="007B675C"/>
    <w:rsid w:val="007B695D"/>
    <w:rsid w:val="007C0549"/>
    <w:rsid w:val="007C2279"/>
    <w:rsid w:val="007C2414"/>
    <w:rsid w:val="007C5817"/>
    <w:rsid w:val="007C5E43"/>
    <w:rsid w:val="007C72A2"/>
    <w:rsid w:val="007C78F7"/>
    <w:rsid w:val="007D0521"/>
    <w:rsid w:val="007D1234"/>
    <w:rsid w:val="007D21AC"/>
    <w:rsid w:val="007D31FD"/>
    <w:rsid w:val="007D3550"/>
    <w:rsid w:val="007D48B0"/>
    <w:rsid w:val="007D72BF"/>
    <w:rsid w:val="007E14EC"/>
    <w:rsid w:val="007E2E78"/>
    <w:rsid w:val="007E478B"/>
    <w:rsid w:val="007E6801"/>
    <w:rsid w:val="007E69C1"/>
    <w:rsid w:val="007E766E"/>
    <w:rsid w:val="007F0385"/>
    <w:rsid w:val="007F37D8"/>
    <w:rsid w:val="007F4231"/>
    <w:rsid w:val="007F49A5"/>
    <w:rsid w:val="00801532"/>
    <w:rsid w:val="0080222B"/>
    <w:rsid w:val="00802951"/>
    <w:rsid w:val="00804F64"/>
    <w:rsid w:val="00805100"/>
    <w:rsid w:val="00805546"/>
    <w:rsid w:val="008101F3"/>
    <w:rsid w:val="00811A57"/>
    <w:rsid w:val="00811B08"/>
    <w:rsid w:val="008172EB"/>
    <w:rsid w:val="008213A3"/>
    <w:rsid w:val="00824A36"/>
    <w:rsid w:val="008252DC"/>
    <w:rsid w:val="00825655"/>
    <w:rsid w:val="008279B5"/>
    <w:rsid w:val="008323E1"/>
    <w:rsid w:val="008329B7"/>
    <w:rsid w:val="00835226"/>
    <w:rsid w:val="00835DE2"/>
    <w:rsid w:val="008371D7"/>
    <w:rsid w:val="00840672"/>
    <w:rsid w:val="00840ECC"/>
    <w:rsid w:val="008418DB"/>
    <w:rsid w:val="0084220B"/>
    <w:rsid w:val="00842B8A"/>
    <w:rsid w:val="00842CD0"/>
    <w:rsid w:val="00842D22"/>
    <w:rsid w:val="00844851"/>
    <w:rsid w:val="00844CB4"/>
    <w:rsid w:val="008467BB"/>
    <w:rsid w:val="00846CFA"/>
    <w:rsid w:val="0085057F"/>
    <w:rsid w:val="00853E32"/>
    <w:rsid w:val="0085440E"/>
    <w:rsid w:val="00854437"/>
    <w:rsid w:val="00860737"/>
    <w:rsid w:val="00860F70"/>
    <w:rsid w:val="00865FFF"/>
    <w:rsid w:val="008701D4"/>
    <w:rsid w:val="008707A0"/>
    <w:rsid w:val="008713CA"/>
    <w:rsid w:val="00872DB8"/>
    <w:rsid w:val="00874D24"/>
    <w:rsid w:val="00875E61"/>
    <w:rsid w:val="00877E87"/>
    <w:rsid w:val="008808D2"/>
    <w:rsid w:val="00881651"/>
    <w:rsid w:val="0088282A"/>
    <w:rsid w:val="008834A5"/>
    <w:rsid w:val="00883D2A"/>
    <w:rsid w:val="008845CF"/>
    <w:rsid w:val="00884829"/>
    <w:rsid w:val="008848A4"/>
    <w:rsid w:val="00884BBE"/>
    <w:rsid w:val="008859C1"/>
    <w:rsid w:val="008877F6"/>
    <w:rsid w:val="00891BEF"/>
    <w:rsid w:val="00892F51"/>
    <w:rsid w:val="008945F7"/>
    <w:rsid w:val="00895052"/>
    <w:rsid w:val="00895B6E"/>
    <w:rsid w:val="008962CF"/>
    <w:rsid w:val="00896935"/>
    <w:rsid w:val="008972CB"/>
    <w:rsid w:val="008974AA"/>
    <w:rsid w:val="00897FA5"/>
    <w:rsid w:val="008A08DC"/>
    <w:rsid w:val="008A09FD"/>
    <w:rsid w:val="008A1C7E"/>
    <w:rsid w:val="008A2282"/>
    <w:rsid w:val="008A3122"/>
    <w:rsid w:val="008A3563"/>
    <w:rsid w:val="008A5220"/>
    <w:rsid w:val="008A6B6E"/>
    <w:rsid w:val="008A70C4"/>
    <w:rsid w:val="008B029D"/>
    <w:rsid w:val="008B207F"/>
    <w:rsid w:val="008B2569"/>
    <w:rsid w:val="008B3971"/>
    <w:rsid w:val="008B398B"/>
    <w:rsid w:val="008B3FC2"/>
    <w:rsid w:val="008B7D41"/>
    <w:rsid w:val="008C11FA"/>
    <w:rsid w:val="008C1AD7"/>
    <w:rsid w:val="008C48F4"/>
    <w:rsid w:val="008C644F"/>
    <w:rsid w:val="008C7ECB"/>
    <w:rsid w:val="008D013C"/>
    <w:rsid w:val="008D0D90"/>
    <w:rsid w:val="008D3711"/>
    <w:rsid w:val="008D5884"/>
    <w:rsid w:val="008E0A40"/>
    <w:rsid w:val="008E1637"/>
    <w:rsid w:val="008E1BF9"/>
    <w:rsid w:val="008E2F29"/>
    <w:rsid w:val="008E4E2F"/>
    <w:rsid w:val="008E6945"/>
    <w:rsid w:val="008E69CB"/>
    <w:rsid w:val="008E7CB2"/>
    <w:rsid w:val="008F2DFE"/>
    <w:rsid w:val="008F3852"/>
    <w:rsid w:val="008F5A5A"/>
    <w:rsid w:val="0090127B"/>
    <w:rsid w:val="0090340E"/>
    <w:rsid w:val="00905BF4"/>
    <w:rsid w:val="00905C8C"/>
    <w:rsid w:val="009062FE"/>
    <w:rsid w:val="00907235"/>
    <w:rsid w:val="0090796A"/>
    <w:rsid w:val="0091039A"/>
    <w:rsid w:val="009106E1"/>
    <w:rsid w:val="009110B9"/>
    <w:rsid w:val="00912041"/>
    <w:rsid w:val="009221D1"/>
    <w:rsid w:val="00923117"/>
    <w:rsid w:val="00925A43"/>
    <w:rsid w:val="0092627B"/>
    <w:rsid w:val="009268EF"/>
    <w:rsid w:val="009271FD"/>
    <w:rsid w:val="009273F2"/>
    <w:rsid w:val="009317F6"/>
    <w:rsid w:val="00935494"/>
    <w:rsid w:val="0093699B"/>
    <w:rsid w:val="0093722F"/>
    <w:rsid w:val="0093795A"/>
    <w:rsid w:val="0094082D"/>
    <w:rsid w:val="00941EE3"/>
    <w:rsid w:val="009420B2"/>
    <w:rsid w:val="00942797"/>
    <w:rsid w:val="009436B1"/>
    <w:rsid w:val="0094452F"/>
    <w:rsid w:val="00945635"/>
    <w:rsid w:val="009459FB"/>
    <w:rsid w:val="00954551"/>
    <w:rsid w:val="009557CA"/>
    <w:rsid w:val="00960561"/>
    <w:rsid w:val="00960814"/>
    <w:rsid w:val="00963233"/>
    <w:rsid w:val="00963941"/>
    <w:rsid w:val="00964AED"/>
    <w:rsid w:val="00965EE0"/>
    <w:rsid w:val="00973F14"/>
    <w:rsid w:val="00974DDD"/>
    <w:rsid w:val="0097504C"/>
    <w:rsid w:val="00975B8C"/>
    <w:rsid w:val="0098028C"/>
    <w:rsid w:val="00981E5F"/>
    <w:rsid w:val="0098228E"/>
    <w:rsid w:val="00982ED2"/>
    <w:rsid w:val="00985449"/>
    <w:rsid w:val="00986124"/>
    <w:rsid w:val="00987A53"/>
    <w:rsid w:val="00990A68"/>
    <w:rsid w:val="009915AE"/>
    <w:rsid w:val="00992446"/>
    <w:rsid w:val="00994602"/>
    <w:rsid w:val="00995ADB"/>
    <w:rsid w:val="0099697A"/>
    <w:rsid w:val="00997B4F"/>
    <w:rsid w:val="009A1482"/>
    <w:rsid w:val="009A2744"/>
    <w:rsid w:val="009A362B"/>
    <w:rsid w:val="009A4884"/>
    <w:rsid w:val="009A5028"/>
    <w:rsid w:val="009A655F"/>
    <w:rsid w:val="009B0305"/>
    <w:rsid w:val="009B0AB7"/>
    <w:rsid w:val="009B3D7A"/>
    <w:rsid w:val="009B56DA"/>
    <w:rsid w:val="009B6A08"/>
    <w:rsid w:val="009C0C9A"/>
    <w:rsid w:val="009C2276"/>
    <w:rsid w:val="009C4968"/>
    <w:rsid w:val="009C4FDE"/>
    <w:rsid w:val="009C608E"/>
    <w:rsid w:val="009D001A"/>
    <w:rsid w:val="009D01B6"/>
    <w:rsid w:val="009D36B3"/>
    <w:rsid w:val="009D3CEC"/>
    <w:rsid w:val="009D3DC1"/>
    <w:rsid w:val="009D4015"/>
    <w:rsid w:val="009D4A3B"/>
    <w:rsid w:val="009D50AF"/>
    <w:rsid w:val="009D5B41"/>
    <w:rsid w:val="009D68AC"/>
    <w:rsid w:val="009E1CBF"/>
    <w:rsid w:val="009E3492"/>
    <w:rsid w:val="009E4254"/>
    <w:rsid w:val="009E4BC7"/>
    <w:rsid w:val="009E5BF6"/>
    <w:rsid w:val="009E6A8A"/>
    <w:rsid w:val="009E76D7"/>
    <w:rsid w:val="009E7B99"/>
    <w:rsid w:val="009F1E7B"/>
    <w:rsid w:val="009F3408"/>
    <w:rsid w:val="009F3AC2"/>
    <w:rsid w:val="009F4DF8"/>
    <w:rsid w:val="009F53A4"/>
    <w:rsid w:val="009F54D6"/>
    <w:rsid w:val="009F77C3"/>
    <w:rsid w:val="00A02784"/>
    <w:rsid w:val="00A02FF6"/>
    <w:rsid w:val="00A0424A"/>
    <w:rsid w:val="00A059BE"/>
    <w:rsid w:val="00A0651A"/>
    <w:rsid w:val="00A06ABE"/>
    <w:rsid w:val="00A10939"/>
    <w:rsid w:val="00A11B3A"/>
    <w:rsid w:val="00A1223D"/>
    <w:rsid w:val="00A17106"/>
    <w:rsid w:val="00A211C9"/>
    <w:rsid w:val="00A2202C"/>
    <w:rsid w:val="00A22288"/>
    <w:rsid w:val="00A22A23"/>
    <w:rsid w:val="00A22FDB"/>
    <w:rsid w:val="00A230A7"/>
    <w:rsid w:val="00A25C00"/>
    <w:rsid w:val="00A25ED6"/>
    <w:rsid w:val="00A32596"/>
    <w:rsid w:val="00A331F0"/>
    <w:rsid w:val="00A34116"/>
    <w:rsid w:val="00A34425"/>
    <w:rsid w:val="00A35750"/>
    <w:rsid w:val="00A3642F"/>
    <w:rsid w:val="00A36BB8"/>
    <w:rsid w:val="00A37BFD"/>
    <w:rsid w:val="00A37F86"/>
    <w:rsid w:val="00A42814"/>
    <w:rsid w:val="00A43197"/>
    <w:rsid w:val="00A4420E"/>
    <w:rsid w:val="00A450E2"/>
    <w:rsid w:val="00A45F43"/>
    <w:rsid w:val="00A46D56"/>
    <w:rsid w:val="00A506D4"/>
    <w:rsid w:val="00A5070E"/>
    <w:rsid w:val="00A51904"/>
    <w:rsid w:val="00A55102"/>
    <w:rsid w:val="00A55B97"/>
    <w:rsid w:val="00A55EF8"/>
    <w:rsid w:val="00A56593"/>
    <w:rsid w:val="00A607FF"/>
    <w:rsid w:val="00A61507"/>
    <w:rsid w:val="00A61BF4"/>
    <w:rsid w:val="00A62F00"/>
    <w:rsid w:val="00A65A69"/>
    <w:rsid w:val="00A65FF2"/>
    <w:rsid w:val="00A66ABB"/>
    <w:rsid w:val="00A66C2B"/>
    <w:rsid w:val="00A66E58"/>
    <w:rsid w:val="00A6713C"/>
    <w:rsid w:val="00A70B04"/>
    <w:rsid w:val="00A70DBF"/>
    <w:rsid w:val="00A71FB7"/>
    <w:rsid w:val="00A72E67"/>
    <w:rsid w:val="00A7349D"/>
    <w:rsid w:val="00A74B02"/>
    <w:rsid w:val="00A76FC9"/>
    <w:rsid w:val="00A80A4F"/>
    <w:rsid w:val="00A8152A"/>
    <w:rsid w:val="00A8352C"/>
    <w:rsid w:val="00A83864"/>
    <w:rsid w:val="00A83E6B"/>
    <w:rsid w:val="00A868DA"/>
    <w:rsid w:val="00A86D80"/>
    <w:rsid w:val="00A94EAC"/>
    <w:rsid w:val="00AA0A41"/>
    <w:rsid w:val="00AA2B62"/>
    <w:rsid w:val="00AA2BE5"/>
    <w:rsid w:val="00AA37F2"/>
    <w:rsid w:val="00AA7E25"/>
    <w:rsid w:val="00AB0CC9"/>
    <w:rsid w:val="00AB1F18"/>
    <w:rsid w:val="00AB4A12"/>
    <w:rsid w:val="00AB69C3"/>
    <w:rsid w:val="00AB7054"/>
    <w:rsid w:val="00AB7A90"/>
    <w:rsid w:val="00AC0657"/>
    <w:rsid w:val="00AC0C89"/>
    <w:rsid w:val="00AC20AD"/>
    <w:rsid w:val="00AC4006"/>
    <w:rsid w:val="00AC4169"/>
    <w:rsid w:val="00AC4547"/>
    <w:rsid w:val="00AC48A4"/>
    <w:rsid w:val="00AC4AFE"/>
    <w:rsid w:val="00AC6D21"/>
    <w:rsid w:val="00AC6DB6"/>
    <w:rsid w:val="00AC74E6"/>
    <w:rsid w:val="00AC768F"/>
    <w:rsid w:val="00AD08B3"/>
    <w:rsid w:val="00AD0AC9"/>
    <w:rsid w:val="00AD19EB"/>
    <w:rsid w:val="00AD2CB8"/>
    <w:rsid w:val="00AD2FC4"/>
    <w:rsid w:val="00AD41E9"/>
    <w:rsid w:val="00AD4A60"/>
    <w:rsid w:val="00AD65D6"/>
    <w:rsid w:val="00AE1395"/>
    <w:rsid w:val="00AF0601"/>
    <w:rsid w:val="00AF2098"/>
    <w:rsid w:val="00B00248"/>
    <w:rsid w:val="00B014B7"/>
    <w:rsid w:val="00B0482B"/>
    <w:rsid w:val="00B062E2"/>
    <w:rsid w:val="00B0694F"/>
    <w:rsid w:val="00B0696A"/>
    <w:rsid w:val="00B06EF6"/>
    <w:rsid w:val="00B07E1E"/>
    <w:rsid w:val="00B11217"/>
    <w:rsid w:val="00B11A46"/>
    <w:rsid w:val="00B1440D"/>
    <w:rsid w:val="00B171DF"/>
    <w:rsid w:val="00B17587"/>
    <w:rsid w:val="00B21E2E"/>
    <w:rsid w:val="00B22F77"/>
    <w:rsid w:val="00B23A88"/>
    <w:rsid w:val="00B23CF9"/>
    <w:rsid w:val="00B23E57"/>
    <w:rsid w:val="00B247A7"/>
    <w:rsid w:val="00B2620C"/>
    <w:rsid w:val="00B302DD"/>
    <w:rsid w:val="00B3042F"/>
    <w:rsid w:val="00B30945"/>
    <w:rsid w:val="00B31464"/>
    <w:rsid w:val="00B32F46"/>
    <w:rsid w:val="00B34394"/>
    <w:rsid w:val="00B344D4"/>
    <w:rsid w:val="00B34E73"/>
    <w:rsid w:val="00B35CE3"/>
    <w:rsid w:val="00B3724E"/>
    <w:rsid w:val="00B40152"/>
    <w:rsid w:val="00B438AD"/>
    <w:rsid w:val="00B43963"/>
    <w:rsid w:val="00B47BF0"/>
    <w:rsid w:val="00B51D87"/>
    <w:rsid w:val="00B524B4"/>
    <w:rsid w:val="00B528EA"/>
    <w:rsid w:val="00B52DA4"/>
    <w:rsid w:val="00B53D1E"/>
    <w:rsid w:val="00B55836"/>
    <w:rsid w:val="00B55DE3"/>
    <w:rsid w:val="00B57432"/>
    <w:rsid w:val="00B6361C"/>
    <w:rsid w:val="00B63AE3"/>
    <w:rsid w:val="00B63CCB"/>
    <w:rsid w:val="00B642E6"/>
    <w:rsid w:val="00B64782"/>
    <w:rsid w:val="00B66058"/>
    <w:rsid w:val="00B668A3"/>
    <w:rsid w:val="00B67084"/>
    <w:rsid w:val="00B67E47"/>
    <w:rsid w:val="00B71861"/>
    <w:rsid w:val="00B71C9C"/>
    <w:rsid w:val="00B7269E"/>
    <w:rsid w:val="00B727AF"/>
    <w:rsid w:val="00B754A1"/>
    <w:rsid w:val="00B80716"/>
    <w:rsid w:val="00B80FD3"/>
    <w:rsid w:val="00B8105A"/>
    <w:rsid w:val="00B81115"/>
    <w:rsid w:val="00B83D6E"/>
    <w:rsid w:val="00B8403B"/>
    <w:rsid w:val="00B85396"/>
    <w:rsid w:val="00B9024E"/>
    <w:rsid w:val="00B9276E"/>
    <w:rsid w:val="00BA04CE"/>
    <w:rsid w:val="00BA1FA9"/>
    <w:rsid w:val="00BA34E4"/>
    <w:rsid w:val="00BA3EDD"/>
    <w:rsid w:val="00BB08DB"/>
    <w:rsid w:val="00BB08E7"/>
    <w:rsid w:val="00BB21B9"/>
    <w:rsid w:val="00BB327F"/>
    <w:rsid w:val="00BB4020"/>
    <w:rsid w:val="00BB4E7B"/>
    <w:rsid w:val="00BB733C"/>
    <w:rsid w:val="00BC1584"/>
    <w:rsid w:val="00BC2515"/>
    <w:rsid w:val="00BC4265"/>
    <w:rsid w:val="00BC4382"/>
    <w:rsid w:val="00BC4D02"/>
    <w:rsid w:val="00BC5CFC"/>
    <w:rsid w:val="00BC7553"/>
    <w:rsid w:val="00BD2EBC"/>
    <w:rsid w:val="00BD4490"/>
    <w:rsid w:val="00BD47C6"/>
    <w:rsid w:val="00BD4A31"/>
    <w:rsid w:val="00BD642E"/>
    <w:rsid w:val="00BD68E9"/>
    <w:rsid w:val="00BD7B5E"/>
    <w:rsid w:val="00BE0174"/>
    <w:rsid w:val="00BE0487"/>
    <w:rsid w:val="00BE6A40"/>
    <w:rsid w:val="00BF0FCD"/>
    <w:rsid w:val="00BF27F5"/>
    <w:rsid w:val="00BF3A26"/>
    <w:rsid w:val="00BF4F18"/>
    <w:rsid w:val="00BF4FB2"/>
    <w:rsid w:val="00BF6487"/>
    <w:rsid w:val="00BF7484"/>
    <w:rsid w:val="00BF78F2"/>
    <w:rsid w:val="00BF7EF5"/>
    <w:rsid w:val="00BF7FCC"/>
    <w:rsid w:val="00C01EF9"/>
    <w:rsid w:val="00C03DAF"/>
    <w:rsid w:val="00C07BBB"/>
    <w:rsid w:val="00C11C5E"/>
    <w:rsid w:val="00C130A8"/>
    <w:rsid w:val="00C13274"/>
    <w:rsid w:val="00C15EE5"/>
    <w:rsid w:val="00C1662C"/>
    <w:rsid w:val="00C16E0B"/>
    <w:rsid w:val="00C17867"/>
    <w:rsid w:val="00C213CD"/>
    <w:rsid w:val="00C23EFA"/>
    <w:rsid w:val="00C246F8"/>
    <w:rsid w:val="00C27E26"/>
    <w:rsid w:val="00C30A3E"/>
    <w:rsid w:val="00C34146"/>
    <w:rsid w:val="00C357F8"/>
    <w:rsid w:val="00C35A9F"/>
    <w:rsid w:val="00C35B68"/>
    <w:rsid w:val="00C36D1F"/>
    <w:rsid w:val="00C404CE"/>
    <w:rsid w:val="00C40AA2"/>
    <w:rsid w:val="00C40C2C"/>
    <w:rsid w:val="00C4274E"/>
    <w:rsid w:val="00C43DEC"/>
    <w:rsid w:val="00C44D99"/>
    <w:rsid w:val="00C47712"/>
    <w:rsid w:val="00C47C94"/>
    <w:rsid w:val="00C51A87"/>
    <w:rsid w:val="00C53347"/>
    <w:rsid w:val="00C53A8C"/>
    <w:rsid w:val="00C54E4A"/>
    <w:rsid w:val="00C56EC3"/>
    <w:rsid w:val="00C572C9"/>
    <w:rsid w:val="00C61028"/>
    <w:rsid w:val="00C610F6"/>
    <w:rsid w:val="00C62285"/>
    <w:rsid w:val="00C62561"/>
    <w:rsid w:val="00C6334F"/>
    <w:rsid w:val="00C6356D"/>
    <w:rsid w:val="00C65222"/>
    <w:rsid w:val="00C727CA"/>
    <w:rsid w:val="00C7339E"/>
    <w:rsid w:val="00C76C82"/>
    <w:rsid w:val="00C77CD3"/>
    <w:rsid w:val="00C81605"/>
    <w:rsid w:val="00C834A3"/>
    <w:rsid w:val="00C83546"/>
    <w:rsid w:val="00C83F85"/>
    <w:rsid w:val="00C848A4"/>
    <w:rsid w:val="00C85243"/>
    <w:rsid w:val="00C8688A"/>
    <w:rsid w:val="00C87412"/>
    <w:rsid w:val="00C87656"/>
    <w:rsid w:val="00C87B64"/>
    <w:rsid w:val="00C908C5"/>
    <w:rsid w:val="00C93100"/>
    <w:rsid w:val="00C94B82"/>
    <w:rsid w:val="00C94FF4"/>
    <w:rsid w:val="00C96A0D"/>
    <w:rsid w:val="00C96F6C"/>
    <w:rsid w:val="00C97A24"/>
    <w:rsid w:val="00CA10E4"/>
    <w:rsid w:val="00CA2795"/>
    <w:rsid w:val="00CA2C91"/>
    <w:rsid w:val="00CA2D7F"/>
    <w:rsid w:val="00CA2DDB"/>
    <w:rsid w:val="00CA35BD"/>
    <w:rsid w:val="00CA5011"/>
    <w:rsid w:val="00CA5914"/>
    <w:rsid w:val="00CA6530"/>
    <w:rsid w:val="00CA73CB"/>
    <w:rsid w:val="00CA74B1"/>
    <w:rsid w:val="00CA7B1E"/>
    <w:rsid w:val="00CB0703"/>
    <w:rsid w:val="00CB0E7D"/>
    <w:rsid w:val="00CB38BF"/>
    <w:rsid w:val="00CB41A8"/>
    <w:rsid w:val="00CB765F"/>
    <w:rsid w:val="00CC12CC"/>
    <w:rsid w:val="00CC5C29"/>
    <w:rsid w:val="00CD283B"/>
    <w:rsid w:val="00CD32CF"/>
    <w:rsid w:val="00CD3FD2"/>
    <w:rsid w:val="00CD4AB4"/>
    <w:rsid w:val="00CD56F0"/>
    <w:rsid w:val="00CD75C2"/>
    <w:rsid w:val="00CE1216"/>
    <w:rsid w:val="00CE17CE"/>
    <w:rsid w:val="00CE6480"/>
    <w:rsid w:val="00CE6801"/>
    <w:rsid w:val="00CE7E4E"/>
    <w:rsid w:val="00CF0B81"/>
    <w:rsid w:val="00CF0E73"/>
    <w:rsid w:val="00CF195B"/>
    <w:rsid w:val="00CF3915"/>
    <w:rsid w:val="00CF4A34"/>
    <w:rsid w:val="00CF5A43"/>
    <w:rsid w:val="00CF6508"/>
    <w:rsid w:val="00CF7464"/>
    <w:rsid w:val="00D009D9"/>
    <w:rsid w:val="00D00C5F"/>
    <w:rsid w:val="00D043EC"/>
    <w:rsid w:val="00D06C5C"/>
    <w:rsid w:val="00D12E76"/>
    <w:rsid w:val="00D1313E"/>
    <w:rsid w:val="00D1378B"/>
    <w:rsid w:val="00D1487E"/>
    <w:rsid w:val="00D14F19"/>
    <w:rsid w:val="00D165E9"/>
    <w:rsid w:val="00D16673"/>
    <w:rsid w:val="00D17448"/>
    <w:rsid w:val="00D175CF"/>
    <w:rsid w:val="00D1777B"/>
    <w:rsid w:val="00D238E0"/>
    <w:rsid w:val="00D245E1"/>
    <w:rsid w:val="00D250C7"/>
    <w:rsid w:val="00D25FF7"/>
    <w:rsid w:val="00D26076"/>
    <w:rsid w:val="00D268AB"/>
    <w:rsid w:val="00D2711B"/>
    <w:rsid w:val="00D3176E"/>
    <w:rsid w:val="00D33F9D"/>
    <w:rsid w:val="00D34274"/>
    <w:rsid w:val="00D3456C"/>
    <w:rsid w:val="00D34A72"/>
    <w:rsid w:val="00D35841"/>
    <w:rsid w:val="00D36F51"/>
    <w:rsid w:val="00D40223"/>
    <w:rsid w:val="00D41680"/>
    <w:rsid w:val="00D41C44"/>
    <w:rsid w:val="00D422A0"/>
    <w:rsid w:val="00D429C1"/>
    <w:rsid w:val="00D43E45"/>
    <w:rsid w:val="00D448E6"/>
    <w:rsid w:val="00D461AE"/>
    <w:rsid w:val="00D46395"/>
    <w:rsid w:val="00D469BE"/>
    <w:rsid w:val="00D46A9A"/>
    <w:rsid w:val="00D50243"/>
    <w:rsid w:val="00D50963"/>
    <w:rsid w:val="00D5400C"/>
    <w:rsid w:val="00D6181A"/>
    <w:rsid w:val="00D61FBD"/>
    <w:rsid w:val="00D627D5"/>
    <w:rsid w:val="00D63360"/>
    <w:rsid w:val="00D64257"/>
    <w:rsid w:val="00D67029"/>
    <w:rsid w:val="00D673B8"/>
    <w:rsid w:val="00D67748"/>
    <w:rsid w:val="00D755E6"/>
    <w:rsid w:val="00D76A51"/>
    <w:rsid w:val="00D8113C"/>
    <w:rsid w:val="00D825CF"/>
    <w:rsid w:val="00D865C2"/>
    <w:rsid w:val="00D90D66"/>
    <w:rsid w:val="00D9103D"/>
    <w:rsid w:val="00D916EA"/>
    <w:rsid w:val="00D920A5"/>
    <w:rsid w:val="00D92240"/>
    <w:rsid w:val="00D93112"/>
    <w:rsid w:val="00D937EE"/>
    <w:rsid w:val="00D95307"/>
    <w:rsid w:val="00DA1F3D"/>
    <w:rsid w:val="00DA52F6"/>
    <w:rsid w:val="00DA543B"/>
    <w:rsid w:val="00DA717C"/>
    <w:rsid w:val="00DB0BD1"/>
    <w:rsid w:val="00DB12E4"/>
    <w:rsid w:val="00DB5DD4"/>
    <w:rsid w:val="00DB6864"/>
    <w:rsid w:val="00DB7091"/>
    <w:rsid w:val="00DC07D0"/>
    <w:rsid w:val="00DC1313"/>
    <w:rsid w:val="00DC3A50"/>
    <w:rsid w:val="00DC4C8C"/>
    <w:rsid w:val="00DC6678"/>
    <w:rsid w:val="00DC6F6E"/>
    <w:rsid w:val="00DC70C0"/>
    <w:rsid w:val="00DD03CE"/>
    <w:rsid w:val="00DD1943"/>
    <w:rsid w:val="00DD1F13"/>
    <w:rsid w:val="00DD22F7"/>
    <w:rsid w:val="00DD3F1A"/>
    <w:rsid w:val="00DD40CB"/>
    <w:rsid w:val="00DD52DF"/>
    <w:rsid w:val="00DD73D5"/>
    <w:rsid w:val="00DD779E"/>
    <w:rsid w:val="00DE0D56"/>
    <w:rsid w:val="00DE49B6"/>
    <w:rsid w:val="00DE4F79"/>
    <w:rsid w:val="00DE551D"/>
    <w:rsid w:val="00DE74BD"/>
    <w:rsid w:val="00DE77CA"/>
    <w:rsid w:val="00DE79D9"/>
    <w:rsid w:val="00DF12C7"/>
    <w:rsid w:val="00DF2E9D"/>
    <w:rsid w:val="00DF6F25"/>
    <w:rsid w:val="00E008B8"/>
    <w:rsid w:val="00E0159F"/>
    <w:rsid w:val="00E01A2D"/>
    <w:rsid w:val="00E05839"/>
    <w:rsid w:val="00E06493"/>
    <w:rsid w:val="00E06876"/>
    <w:rsid w:val="00E07607"/>
    <w:rsid w:val="00E13D4C"/>
    <w:rsid w:val="00E15837"/>
    <w:rsid w:val="00E15CC3"/>
    <w:rsid w:val="00E22247"/>
    <w:rsid w:val="00E22CD9"/>
    <w:rsid w:val="00E2377E"/>
    <w:rsid w:val="00E24A83"/>
    <w:rsid w:val="00E24CD6"/>
    <w:rsid w:val="00E25D72"/>
    <w:rsid w:val="00E320D3"/>
    <w:rsid w:val="00E32E21"/>
    <w:rsid w:val="00E3343A"/>
    <w:rsid w:val="00E33A3A"/>
    <w:rsid w:val="00E37233"/>
    <w:rsid w:val="00E40F23"/>
    <w:rsid w:val="00E42166"/>
    <w:rsid w:val="00E44D2B"/>
    <w:rsid w:val="00E4727E"/>
    <w:rsid w:val="00E47F1D"/>
    <w:rsid w:val="00E5448C"/>
    <w:rsid w:val="00E57D00"/>
    <w:rsid w:val="00E60B35"/>
    <w:rsid w:val="00E624BF"/>
    <w:rsid w:val="00E625B2"/>
    <w:rsid w:val="00E632D3"/>
    <w:rsid w:val="00E64CFA"/>
    <w:rsid w:val="00E65EAD"/>
    <w:rsid w:val="00E67DC7"/>
    <w:rsid w:val="00E72D4D"/>
    <w:rsid w:val="00E74DB8"/>
    <w:rsid w:val="00E7573F"/>
    <w:rsid w:val="00E75C8C"/>
    <w:rsid w:val="00E76D2D"/>
    <w:rsid w:val="00E77576"/>
    <w:rsid w:val="00E81233"/>
    <w:rsid w:val="00E83E11"/>
    <w:rsid w:val="00E83E3F"/>
    <w:rsid w:val="00E84B62"/>
    <w:rsid w:val="00E85C23"/>
    <w:rsid w:val="00E8728C"/>
    <w:rsid w:val="00E87759"/>
    <w:rsid w:val="00E93BCC"/>
    <w:rsid w:val="00E93E74"/>
    <w:rsid w:val="00E95228"/>
    <w:rsid w:val="00E97989"/>
    <w:rsid w:val="00EA0EB9"/>
    <w:rsid w:val="00EA1A03"/>
    <w:rsid w:val="00EA296D"/>
    <w:rsid w:val="00EA2AB8"/>
    <w:rsid w:val="00EA3D9A"/>
    <w:rsid w:val="00EA4D09"/>
    <w:rsid w:val="00EA5E2F"/>
    <w:rsid w:val="00EA7E06"/>
    <w:rsid w:val="00EB0A2C"/>
    <w:rsid w:val="00EB2A65"/>
    <w:rsid w:val="00EB366F"/>
    <w:rsid w:val="00EB46C4"/>
    <w:rsid w:val="00EB51CD"/>
    <w:rsid w:val="00EB52E7"/>
    <w:rsid w:val="00EB67C0"/>
    <w:rsid w:val="00EB7278"/>
    <w:rsid w:val="00EC0737"/>
    <w:rsid w:val="00EC10BE"/>
    <w:rsid w:val="00EC25F0"/>
    <w:rsid w:val="00EC4017"/>
    <w:rsid w:val="00EC4067"/>
    <w:rsid w:val="00EC656C"/>
    <w:rsid w:val="00EC69D6"/>
    <w:rsid w:val="00ED0052"/>
    <w:rsid w:val="00ED070E"/>
    <w:rsid w:val="00ED11D0"/>
    <w:rsid w:val="00ED449B"/>
    <w:rsid w:val="00ED449D"/>
    <w:rsid w:val="00ED6824"/>
    <w:rsid w:val="00EE1842"/>
    <w:rsid w:val="00EE3ED4"/>
    <w:rsid w:val="00EF16AC"/>
    <w:rsid w:val="00EF3F23"/>
    <w:rsid w:val="00EF425B"/>
    <w:rsid w:val="00EF4D95"/>
    <w:rsid w:val="00EF5778"/>
    <w:rsid w:val="00EF755E"/>
    <w:rsid w:val="00EF7AB2"/>
    <w:rsid w:val="00EF7D78"/>
    <w:rsid w:val="00F0084A"/>
    <w:rsid w:val="00F01430"/>
    <w:rsid w:val="00F02173"/>
    <w:rsid w:val="00F02C6D"/>
    <w:rsid w:val="00F03453"/>
    <w:rsid w:val="00F05EE6"/>
    <w:rsid w:val="00F0787A"/>
    <w:rsid w:val="00F11307"/>
    <w:rsid w:val="00F115BF"/>
    <w:rsid w:val="00F1166B"/>
    <w:rsid w:val="00F12E32"/>
    <w:rsid w:val="00F13513"/>
    <w:rsid w:val="00F157D9"/>
    <w:rsid w:val="00F15E3C"/>
    <w:rsid w:val="00F22D23"/>
    <w:rsid w:val="00F25769"/>
    <w:rsid w:val="00F27A37"/>
    <w:rsid w:val="00F31EE0"/>
    <w:rsid w:val="00F36124"/>
    <w:rsid w:val="00F36368"/>
    <w:rsid w:val="00F40BF8"/>
    <w:rsid w:val="00F4236E"/>
    <w:rsid w:val="00F437EE"/>
    <w:rsid w:val="00F43E22"/>
    <w:rsid w:val="00F451D6"/>
    <w:rsid w:val="00F45A12"/>
    <w:rsid w:val="00F45B3D"/>
    <w:rsid w:val="00F46ADB"/>
    <w:rsid w:val="00F515DF"/>
    <w:rsid w:val="00F54A4C"/>
    <w:rsid w:val="00F56D50"/>
    <w:rsid w:val="00F57E3B"/>
    <w:rsid w:val="00F60FAF"/>
    <w:rsid w:val="00F63A63"/>
    <w:rsid w:val="00F64795"/>
    <w:rsid w:val="00F67FE4"/>
    <w:rsid w:val="00F70897"/>
    <w:rsid w:val="00F77284"/>
    <w:rsid w:val="00F7795B"/>
    <w:rsid w:val="00F81478"/>
    <w:rsid w:val="00F81FD1"/>
    <w:rsid w:val="00F82B4A"/>
    <w:rsid w:val="00F82D24"/>
    <w:rsid w:val="00F83391"/>
    <w:rsid w:val="00F85981"/>
    <w:rsid w:val="00F86655"/>
    <w:rsid w:val="00F90AE3"/>
    <w:rsid w:val="00F92CB5"/>
    <w:rsid w:val="00F92ECE"/>
    <w:rsid w:val="00F96761"/>
    <w:rsid w:val="00FA0148"/>
    <w:rsid w:val="00FA0F0A"/>
    <w:rsid w:val="00FA2A37"/>
    <w:rsid w:val="00FA2FEA"/>
    <w:rsid w:val="00FA3CBD"/>
    <w:rsid w:val="00FA4E89"/>
    <w:rsid w:val="00FA6C8F"/>
    <w:rsid w:val="00FB145D"/>
    <w:rsid w:val="00FB2A41"/>
    <w:rsid w:val="00FB3CEC"/>
    <w:rsid w:val="00FC0C2A"/>
    <w:rsid w:val="00FC1372"/>
    <w:rsid w:val="00FC2658"/>
    <w:rsid w:val="00FC32CE"/>
    <w:rsid w:val="00FC35D2"/>
    <w:rsid w:val="00FC4739"/>
    <w:rsid w:val="00FC5DC0"/>
    <w:rsid w:val="00FC6F32"/>
    <w:rsid w:val="00FC75DB"/>
    <w:rsid w:val="00FC76D8"/>
    <w:rsid w:val="00FD1C8A"/>
    <w:rsid w:val="00FD3513"/>
    <w:rsid w:val="00FD4740"/>
    <w:rsid w:val="00FD49B3"/>
    <w:rsid w:val="00FD59EE"/>
    <w:rsid w:val="00FD6CD8"/>
    <w:rsid w:val="00FD7F51"/>
    <w:rsid w:val="00FE01F2"/>
    <w:rsid w:val="00FE06BE"/>
    <w:rsid w:val="00FE0F96"/>
    <w:rsid w:val="00FE2DD9"/>
    <w:rsid w:val="00FE4614"/>
    <w:rsid w:val="00FE7643"/>
    <w:rsid w:val="00FE768E"/>
    <w:rsid w:val="00FF2CAB"/>
    <w:rsid w:val="00FF4B1C"/>
    <w:rsid w:val="00FF58F6"/>
    <w:rsid w:val="00FF5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E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27E26"/>
    <w:pPr>
      <w:spacing w:before="100" w:beforeAutospacing="1" w:after="100" w:afterAutospacing="1"/>
    </w:pPr>
  </w:style>
  <w:style w:type="paragraph" w:styleId="BodyTextIndent3">
    <w:name w:val="Body Text Indent 3"/>
    <w:basedOn w:val="Normal"/>
    <w:link w:val="BodyTextIndent3Char"/>
    <w:uiPriority w:val="99"/>
    <w:rsid w:val="00C27E26"/>
    <w:pPr>
      <w:ind w:firstLine="709"/>
      <w:jc w:val="both"/>
    </w:p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27E26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12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542</Words>
  <Characters>3091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 КЛАСС </dc:title>
  <dc:subject/>
  <dc:creator>Светлана</dc:creator>
  <cp:keywords/>
  <dc:description/>
  <cp:lastModifiedBy>Марина</cp:lastModifiedBy>
  <cp:revision>2</cp:revision>
  <dcterms:created xsi:type="dcterms:W3CDTF">2012-10-19T02:45:00Z</dcterms:created>
  <dcterms:modified xsi:type="dcterms:W3CDTF">2012-10-19T02:45:00Z</dcterms:modified>
</cp:coreProperties>
</file>